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FD0" w:rsidRPr="00142FD0" w:rsidRDefault="00EA545E">
      <w:pPr>
        <w:rPr>
          <w:b/>
          <w:bCs/>
          <w:sz w:val="24"/>
          <w:szCs w:val="24"/>
          <w:u w:val="single"/>
        </w:rPr>
      </w:pPr>
      <w:r w:rsidRPr="00EA545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3.6pt;margin-top:561.6pt;width:115.2pt;height:151.2pt;z-index:251664896" o:allowincell="f" filled="f" stroked="f">
            <v:textbox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46712882"/>
                    <w:placeholder>
                      <w:docPart w:val="7FDACE8D42C44FB792EC93A915F06033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8B1245" w:rsidRDefault="008B1245" w:rsidP="008B1245">
                      <w:pPr>
                        <w:rPr>
                          <w:sz w:val="24"/>
                          <w:szCs w:val="24"/>
                        </w:rPr>
                      </w:pPr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  <w:p w:rsidR="00B30DA7" w:rsidRPr="008B1245" w:rsidRDefault="00B30DA7" w:rsidP="008B1245"/>
              </w:txbxContent>
            </v:textbox>
            <w10:wrap type="square"/>
          </v:shape>
        </w:pict>
      </w:r>
      <w:r w:rsidRPr="00EA545E">
        <w:rPr>
          <w:noProof/>
        </w:rPr>
        <w:pict>
          <v:shape id="_x0000_s1027" type="#_x0000_t202" style="position:absolute;margin-left:2in;margin-top:561.6pt;width:115.2pt;height:151.2pt;z-index:251663872" o:allowincell="f" filled="f" stroked="f">
            <v:textbox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46712883"/>
                    <w:placeholder>
                      <w:docPart w:val="718554990FC04B3C9239FB9897B58D6C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8B1245" w:rsidRDefault="008B1245" w:rsidP="008B1245">
                      <w:pPr>
                        <w:rPr>
                          <w:sz w:val="24"/>
                          <w:szCs w:val="24"/>
                        </w:rPr>
                      </w:pPr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  <w:p w:rsidR="00B30DA7" w:rsidRPr="008B1245" w:rsidRDefault="00B30DA7" w:rsidP="008B1245"/>
              </w:txbxContent>
            </v:textbox>
            <w10:wrap type="square"/>
          </v:shape>
        </w:pict>
      </w:r>
      <w:r w:rsidRPr="00EA545E">
        <w:rPr>
          <w:noProof/>
        </w:rPr>
        <w:pict>
          <v:shape id="_x0000_s1028" type="#_x0000_t202" style="position:absolute;margin-left:403.2pt;margin-top:561.6pt;width:115.2pt;height:151.2pt;z-index:251665920" o:allowincell="f" filled="f" stroked="f">
            <v:textbox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46712881"/>
                    <w:placeholder>
                      <w:docPart w:val="1F3001E31F2546BAADFECED71D09CAAE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8B1245" w:rsidRDefault="008B1245" w:rsidP="008B1245">
                      <w:pPr>
                        <w:rPr>
                          <w:sz w:val="24"/>
                          <w:szCs w:val="24"/>
                        </w:rPr>
                      </w:pPr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  <w:p w:rsidR="00B30DA7" w:rsidRPr="008B1245" w:rsidRDefault="00B30DA7" w:rsidP="008B1245"/>
              </w:txbxContent>
            </v:textbox>
            <w10:wrap type="square"/>
          </v:shape>
        </w:pict>
      </w:r>
      <w:r w:rsidRPr="00EA545E">
        <w:rPr>
          <w:noProof/>
        </w:rPr>
        <w:pict>
          <v:shape id="_x0000_s1029" type="#_x0000_t202" style="position:absolute;margin-left:403.2pt;margin-top:396pt;width:115.2pt;height:151.2pt;z-index:251662848" o:allowincell="f" filled="f" stroked="f">
            <v:textbox style="mso-next-textbox:#_x0000_s1029"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46712878"/>
                    <w:placeholder>
                      <w:docPart w:val="90992E103AED4C0591E0331AF9324E61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8B1245" w:rsidRDefault="008B1245" w:rsidP="008B1245">
                      <w:pPr>
                        <w:rPr>
                          <w:sz w:val="24"/>
                          <w:szCs w:val="24"/>
                        </w:rPr>
                      </w:pPr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  <w:p w:rsidR="00B30DA7" w:rsidRPr="008B1245" w:rsidRDefault="00B30DA7" w:rsidP="008B1245"/>
              </w:txbxContent>
            </v:textbox>
            <w10:wrap type="square"/>
          </v:shape>
        </w:pict>
      </w:r>
      <w:r w:rsidRPr="00EA545E">
        <w:rPr>
          <w:noProof/>
        </w:rPr>
        <w:pict>
          <v:shape id="_x0000_s1030" type="#_x0000_t202" style="position:absolute;margin-left:2in;margin-top:396pt;width:115.2pt;height:151.2pt;z-index:251660800" o:allowincell="f" filled="f" stroked="f">
            <v:textbox style="mso-next-textbox:#_x0000_s1030"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46712880"/>
                    <w:placeholder>
                      <w:docPart w:val="BE34A79D1E354EEE83E70440F7BCA644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8B1245" w:rsidRDefault="008B1245" w:rsidP="008B1245">
                      <w:pPr>
                        <w:rPr>
                          <w:sz w:val="24"/>
                          <w:szCs w:val="24"/>
                        </w:rPr>
                      </w:pPr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  <w:p w:rsidR="00B30DA7" w:rsidRPr="008B1245" w:rsidRDefault="00B30DA7" w:rsidP="008B1245"/>
              </w:txbxContent>
            </v:textbox>
            <w10:wrap type="square"/>
          </v:shape>
        </w:pict>
      </w:r>
      <w:r w:rsidRPr="00EA545E">
        <w:rPr>
          <w:noProof/>
        </w:rPr>
        <w:pict>
          <v:shape id="_x0000_s1031" type="#_x0000_t202" style="position:absolute;margin-left:273.6pt;margin-top:396pt;width:115.2pt;height:151.2pt;z-index:251661824" o:allowincell="f" filled="f" stroked="f">
            <v:textbox style="mso-next-textbox:#_x0000_s1031"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46712879"/>
                    <w:placeholder>
                      <w:docPart w:val="C5266545892A467FA3D6C6E3B875D465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8B1245" w:rsidRDefault="008B1245" w:rsidP="008B1245">
                      <w:pPr>
                        <w:rPr>
                          <w:sz w:val="24"/>
                          <w:szCs w:val="24"/>
                        </w:rPr>
                      </w:pPr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  <w:p w:rsidR="00B30DA7" w:rsidRPr="008B1245" w:rsidRDefault="00B30DA7" w:rsidP="008B1245"/>
              </w:txbxContent>
            </v:textbox>
            <w10:wrap type="square"/>
          </v:shape>
        </w:pict>
      </w:r>
      <w:r w:rsidRPr="00EA545E">
        <w:rPr>
          <w:noProof/>
        </w:rPr>
        <w:pict>
          <v:shape id="_x0000_s1032" type="#_x0000_t202" style="position:absolute;margin-left:403.2pt;margin-top:223.2pt;width:115.2pt;height:158.4pt;z-index:251659776" o:allowincell="f" filled="f" stroked="f">
            <v:textbox style="mso-next-textbox:#_x0000_s1032"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46712877"/>
                    <w:placeholder>
                      <w:docPart w:val="346A4A6CEF864FC3AD2E9D3FEBF51F5C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B30DA7" w:rsidRDefault="008B1245"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</w:txbxContent>
            </v:textbox>
            <w10:wrap type="square"/>
          </v:shape>
        </w:pict>
      </w:r>
      <w:r w:rsidRPr="00EA545E">
        <w:rPr>
          <w:noProof/>
        </w:rPr>
        <w:pict>
          <v:shape id="_x0000_s1033" type="#_x0000_t202" style="position:absolute;margin-left:273.6pt;margin-top:223.2pt;width:115.2pt;height:158.4pt;z-index:251658752" o:allowincell="f" filled="f" stroked="f">
            <v:textbox style="mso-next-textbox:#_x0000_s1033"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46712876"/>
                    <w:placeholder>
                      <w:docPart w:val="B67DD412E5FE4C69B8E44D3BD0127121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B30DA7" w:rsidRDefault="008B1245"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</w:txbxContent>
            </v:textbox>
            <w10:wrap type="square"/>
          </v:shape>
        </w:pict>
      </w:r>
      <w:r w:rsidRPr="00EA545E">
        <w:rPr>
          <w:noProof/>
        </w:rPr>
        <w:pict>
          <v:shape id="_x0000_s1034" type="#_x0000_t202" style="position:absolute;margin-left:2in;margin-top:223.2pt;width:115.2pt;height:158.4pt;z-index:251657728" o:allowincell="f" filled="f" stroked="f">
            <v:textbox style="mso-next-textbox:#_x0000_s1034"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46712875"/>
                    <w:placeholder>
                      <w:docPart w:val="22A434F2ABFE4AB5A2D7C602C536E4DD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B30DA7" w:rsidRDefault="008B1245"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</w:txbxContent>
            </v:textbox>
            <w10:wrap type="square"/>
          </v:shape>
        </w:pict>
      </w:r>
      <w:r w:rsidRPr="00EA545E">
        <w:rPr>
          <w:noProof/>
        </w:rPr>
        <w:pict>
          <v:shape id="_x0000_s1035" type="#_x0000_t202" style="position:absolute;margin-left:14.4pt;margin-top:561.6pt;width:115.2pt;height:151.2pt;z-index:251656704" o:allowincell="f" filled="f" stroked="f">
            <v:textbox style="mso-next-textbox:#_x0000_s1035" inset=".72pt,.72pt,.72pt,.72pt">
              <w:txbxContent>
                <w:p w:rsidR="00B30DA7" w:rsidRDefault="00B30DA7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C1268" w:rsidRDefault="00285A0B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Compound Light</w:t>
                  </w:r>
                </w:p>
                <w:p w:rsidR="00285A0B" w:rsidRPr="00142FD0" w:rsidRDefault="00285A0B" w:rsidP="00285A0B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Microscope</w:t>
                  </w:r>
                </w:p>
                <w:p w:rsidR="00285A0B" w:rsidRDefault="00285A0B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4045CE" w:rsidRDefault="004045CE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(5.2)</w:t>
                  </w:r>
                </w:p>
                <w:p w:rsidR="00045DC3" w:rsidRDefault="00045DC3" w:rsidP="00045DC3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C1268" w:rsidRDefault="007C1268" w:rsidP="00BA0C8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BA0C86" w:rsidRPr="00142FD0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Prokaryotic</w:t>
                  </w:r>
                </w:p>
                <w:p w:rsidR="00BA0C86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BA0C86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(5.3)</w:t>
                  </w:r>
                </w:p>
                <w:p w:rsidR="007C1268" w:rsidRDefault="007C1268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85A0B" w:rsidRDefault="00285A0B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045DC3" w:rsidRPr="00142FD0" w:rsidRDefault="00045DC3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  <w10:wrap type="square"/>
          </v:shape>
        </w:pict>
      </w:r>
      <w:r w:rsidRPr="00EA545E">
        <w:rPr>
          <w:noProof/>
        </w:rPr>
        <w:pict>
          <v:shape id="_x0000_s1036" type="#_x0000_t202" style="position:absolute;margin-left:14.4pt;margin-top:396pt;width:115.2pt;height:151.2pt;z-index:251655680" o:allowincell="f" filled="f" stroked="f">
            <v:textbox style="mso-next-textbox:#_x0000_s1036" inset=".72pt,.72pt,.72pt,.72pt">
              <w:txbxContent>
                <w:p w:rsidR="00B30DA7" w:rsidRDefault="00B30DA7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C1268" w:rsidRDefault="007C1268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85A0B" w:rsidRPr="007C1268" w:rsidRDefault="00285A0B" w:rsidP="00285A0B">
                  <w:r>
                    <w:rPr>
                      <w:b/>
                      <w:bCs/>
                      <w:sz w:val="24"/>
                      <w:szCs w:val="24"/>
                    </w:rPr>
                    <w:t>Hypothesis</w:t>
                  </w:r>
                </w:p>
                <w:p w:rsidR="007C1268" w:rsidRDefault="007C1268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C1268" w:rsidRDefault="004045CE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(5.1)</w:t>
                  </w:r>
                </w:p>
                <w:p w:rsidR="00285A0B" w:rsidRDefault="00285A0B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85A0B" w:rsidRDefault="00285A0B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85A0B" w:rsidRDefault="00285A0B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85A0B" w:rsidRPr="00142FD0" w:rsidRDefault="00285A0B" w:rsidP="00285A0B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Theory</w:t>
                  </w:r>
                </w:p>
                <w:p w:rsidR="00285A0B" w:rsidRDefault="00285A0B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85A0B" w:rsidRDefault="004045CE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(5.1)</w:t>
                  </w:r>
                </w:p>
                <w:p w:rsidR="00285A0B" w:rsidRDefault="00285A0B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85A0B" w:rsidRDefault="00285A0B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  <w10:wrap type="square"/>
          </v:shape>
        </w:pict>
      </w:r>
      <w:r w:rsidRPr="00EA545E">
        <w:rPr>
          <w:noProof/>
        </w:rPr>
        <w:pict>
          <v:shape id="_x0000_s1037" type="#_x0000_t202" style="position:absolute;margin-left:14.4pt;margin-top:223.2pt;width:115.2pt;height:158.4pt;z-index:251654656" o:allowincell="f" filled="f" stroked="f">
            <v:textbox style="mso-next-textbox:#_x0000_s1037" inset=".72pt,.72pt,.72pt,.72pt">
              <w:txbxContent>
                <w:p w:rsidR="00B30DA7" w:rsidRDefault="00B30DA7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C1268" w:rsidRDefault="007C1268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C1268" w:rsidRDefault="007C1268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Unicellular Organism</w:t>
                  </w:r>
                </w:p>
                <w:p w:rsidR="00285A0B" w:rsidRDefault="004045CE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(5.1)</w:t>
                  </w:r>
                </w:p>
                <w:p w:rsidR="00285A0B" w:rsidRDefault="00285A0B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85A0B" w:rsidRDefault="00285A0B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85A0B" w:rsidRDefault="00285A0B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85A0B" w:rsidRPr="00142FD0" w:rsidRDefault="00285A0B" w:rsidP="00285A0B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Cell Theory</w:t>
                  </w:r>
                </w:p>
                <w:p w:rsidR="00285A0B" w:rsidRDefault="00285A0B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4045CE" w:rsidRPr="00142FD0" w:rsidRDefault="004045CE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(5.1</w:t>
                  </w:r>
                  <w:r w:rsidR="00045DC3">
                    <w:rPr>
                      <w:b/>
                      <w:bCs/>
                      <w:sz w:val="24"/>
                      <w:szCs w:val="24"/>
                    </w:rPr>
                    <w:t>)</w:t>
                  </w:r>
                </w:p>
              </w:txbxContent>
            </v:textbox>
            <w10:wrap type="square"/>
          </v:shape>
        </w:pict>
      </w:r>
      <w:r w:rsidRPr="00EA545E">
        <w:rPr>
          <w:noProof/>
        </w:rPr>
        <w:pict>
          <v:shape id="_x0000_s1039" type="#_x0000_t202" style="position:absolute;margin-left:273.6pt;margin-top:43.2pt;width:115.2pt;height:165.6pt;z-index:251652608" o:allowincell="f" filled="f" stroked="f">
            <v:textbox style="mso-next-textbox:#_x0000_s1039" inset=".72pt,.72pt,.72pt,.72pt">
              <w:txbxContent>
                <w:p w:rsidR="00142FD0" w:rsidRDefault="00142FD0" w:rsidP="00142FD0">
                  <w:pPr>
                    <w:rPr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  <w:p w:rsidR="00142FD0" w:rsidRPr="00142FD0" w:rsidRDefault="00142FD0" w:rsidP="00142FD0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EXAMPLES</w:t>
                  </w:r>
                </w:p>
                <w:p w:rsidR="00142FD0" w:rsidRPr="00142FD0" w:rsidRDefault="00142FD0" w:rsidP="00142FD0">
                  <w:pPr>
                    <w:rPr>
                      <w:u w:val="single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</w:p>
                <w:p w:rsidR="00B30DA7" w:rsidRDefault="00B30DA7"/>
                <w:p w:rsidR="00142FD0" w:rsidRDefault="00142FD0"/>
              </w:txbxContent>
            </v:textbox>
            <w10:wrap type="square"/>
          </v:shape>
        </w:pict>
      </w:r>
      <w:r w:rsidRPr="00EA545E">
        <w:rPr>
          <w:noProof/>
        </w:rPr>
        <w:pict>
          <v:shape id="_x0000_s1040" type="#_x0000_t202" style="position:absolute;margin-left:2in;margin-top:43.2pt;width:115.2pt;height:165.6pt;z-index:251651584" o:allowincell="f" filled="f" stroked="f">
            <v:textbox style="mso-next-textbox:#_x0000_s1040" inset=".72pt,.72pt,.72pt,.72pt">
              <w:txbxContent>
                <w:p w:rsidR="00142FD0" w:rsidRDefault="00142FD0" w:rsidP="00142FD0">
                  <w:pPr>
                    <w:rPr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  <w:p w:rsidR="00142FD0" w:rsidRPr="00142FD0" w:rsidRDefault="00142FD0" w:rsidP="00142FD0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EXPLANATION</w:t>
                  </w:r>
                </w:p>
                <w:p w:rsidR="00142FD0" w:rsidRPr="00142FD0" w:rsidRDefault="00142FD0" w:rsidP="00142FD0">
                  <w:pPr>
                    <w:rPr>
                      <w:u w:val="single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</w:p>
                <w:p w:rsidR="00142FD0" w:rsidRDefault="00142FD0" w:rsidP="00142FD0"/>
                <w:p w:rsidR="00B30DA7" w:rsidRDefault="00B30DA7"/>
                <w:p w:rsidR="00142FD0" w:rsidRDefault="00142FD0" w:rsidP="00142FD0"/>
                <w:p w:rsidR="00142FD0" w:rsidRPr="00142FD0" w:rsidRDefault="00142FD0">
                  <w:pPr>
                    <w:rPr>
                      <w:b/>
                      <w:u w:val="single"/>
                    </w:rPr>
                  </w:pPr>
                </w:p>
              </w:txbxContent>
            </v:textbox>
            <w10:wrap type="square"/>
          </v:shape>
        </w:pict>
      </w:r>
      <w:r w:rsidRPr="00EA545E">
        <w:rPr>
          <w:noProof/>
        </w:rPr>
        <w:pict>
          <v:shape id="_x0000_s1041" type="#_x0000_t202" style="position:absolute;margin-left:14.4pt;margin-top:43.2pt;width:115.2pt;height:165.6pt;z-index:251650560" o:allowincell="f" filled="f" stroked="f">
            <v:textbox style="mso-next-textbox:#_x0000_s1041" inset=".72pt,.72pt,.72pt,.72pt">
              <w:txbxContent>
                <w:p w:rsidR="00B30DA7" w:rsidRDefault="00B30DA7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142FD0" w:rsidRPr="00142FD0" w:rsidRDefault="00142FD0" w:rsidP="00142FD0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WORD</w:t>
                  </w:r>
                </w:p>
                <w:p w:rsidR="00142FD0" w:rsidRDefault="00142FD0">
                  <w:pPr>
                    <w:rPr>
                      <w:b/>
                      <w:bCs/>
                      <w:sz w:val="24"/>
                      <w:szCs w:val="24"/>
                      <w:u w:val="single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</w:p>
                <w:p w:rsidR="007C1268" w:rsidRDefault="007C1268">
                  <w:pPr>
                    <w:rPr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  <w:p w:rsidR="00285A0B" w:rsidRDefault="007C1268" w:rsidP="00285A0B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Cell</w:t>
                  </w:r>
                  <w:r w:rsidR="00285A0B" w:rsidRPr="00285A0B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  <w:p w:rsidR="00285A0B" w:rsidRDefault="00285A0B" w:rsidP="00285A0B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85A0B" w:rsidRDefault="004045CE" w:rsidP="00285A0B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(5.1)</w:t>
                  </w:r>
                </w:p>
                <w:p w:rsidR="00285A0B" w:rsidRDefault="00285A0B" w:rsidP="00285A0B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85A0B" w:rsidRDefault="00285A0B" w:rsidP="00285A0B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85A0B" w:rsidRPr="007C1268" w:rsidRDefault="00285A0B" w:rsidP="00285A0B">
                  <w:pPr>
                    <w:rPr>
                      <w:b/>
                    </w:rPr>
                  </w:pPr>
                  <w:proofErr w:type="spellStart"/>
                  <w:r>
                    <w:rPr>
                      <w:b/>
                      <w:bCs/>
                      <w:sz w:val="24"/>
                      <w:szCs w:val="24"/>
                    </w:rPr>
                    <w:t>Multicellular</w:t>
                  </w:r>
                  <w:proofErr w:type="spellEnd"/>
                  <w:r>
                    <w:rPr>
                      <w:b/>
                      <w:bCs/>
                      <w:sz w:val="24"/>
                      <w:szCs w:val="24"/>
                    </w:rPr>
                    <w:t xml:space="preserve"> Organism</w:t>
                  </w:r>
                </w:p>
                <w:p w:rsidR="007C1268" w:rsidRDefault="004045CE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(5.1)</w:t>
                  </w:r>
                </w:p>
              </w:txbxContent>
            </v:textbox>
            <w10:wrap type="square"/>
          </v:shape>
        </w:pict>
      </w:r>
      <w:r w:rsidRPr="00EA545E">
        <w:rPr>
          <w:noProof/>
        </w:rPr>
        <w:pict>
          <v:group id="_x0000_s1042" style="position:absolute;margin-left:7.2pt;margin-top:36pt;width:525.6pt;height:684pt;z-index:251649536" coordorigin="864,1440" coordsize="10512,13680" o:allowincell="f">
            <v:rect id="_x0000_s1043" style="position:absolute;left:864;top:1440;width:10512;height:13680" o:allowincell="f" strokeweight="1pt"/>
            <v:line id="_x0000_s1044" style="position:absolute" from="3456,1440" to="3456,15120" o:allowincell="f" strokeweight="1pt"/>
            <v:line id="_x0000_s1045" style="position:absolute" from="6048,1440" to="6048,15120" o:allowincell="f" strokeweight="1pt"/>
            <v:line id="_x0000_s1046" style="position:absolute" from="8640,1440" to="8640,15120" o:allowincell="f" strokeweight="1pt"/>
            <v:line id="_x0000_s1047" style="position:absolute" from="864,5040" to="11376,5040" o:allowincell="f" strokeweight="1pt"/>
            <v:line id="_x0000_s1048" style="position:absolute" from="864,8496" to="11376,8496" o:allowincell="f" strokeweight="1pt"/>
            <v:line id="_x0000_s1049" style="position:absolute" from="864,11808" to="11376,11808" o:allowincell="f" strokeweight="1pt"/>
            <w10:wrap type="square"/>
          </v:group>
        </w:pict>
      </w:r>
      <w:r w:rsidR="008B1245">
        <w:rPr>
          <w:b/>
          <w:bCs/>
          <w:sz w:val="24"/>
          <w:szCs w:val="24"/>
        </w:rPr>
        <w:t xml:space="preserve">   </w:t>
      </w:r>
      <w:r w:rsidR="00142FD0">
        <w:rPr>
          <w:b/>
          <w:bCs/>
          <w:sz w:val="24"/>
          <w:szCs w:val="24"/>
        </w:rPr>
        <w:t>Vocabulary: The Cell</w:t>
      </w:r>
    </w:p>
    <w:p w:rsidR="00142FD0" w:rsidRDefault="00EA545E">
      <w:pPr>
        <w:rPr>
          <w:b/>
          <w:bCs/>
        </w:rPr>
      </w:pPr>
      <w:r w:rsidRPr="00EA545E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58" type="#_x0000_t32" style="position:absolute;margin-left:7.2pt;margin-top:622.2pt;width:525.6pt;height:2.25pt;z-index:251786752" o:connectortype="straight"/>
        </w:pict>
      </w:r>
      <w:r w:rsidRPr="00EA545E">
        <w:rPr>
          <w:noProof/>
        </w:rPr>
        <w:pict>
          <v:shape id="_x0000_s1257" type="#_x0000_t32" style="position:absolute;margin-left:7.2pt;margin-top:457.2pt;width:525.6pt;height:2.25pt;z-index:251785728" o:connectortype="straight"/>
        </w:pict>
      </w:r>
      <w:r w:rsidRPr="00EA545E">
        <w:rPr>
          <w:noProof/>
        </w:rPr>
        <w:pict>
          <v:shape id="_x0000_s1256" type="#_x0000_t32" style="position:absolute;margin-left:7.2pt;margin-top:286.95pt;width:525.6pt;height:2.25pt;z-index:251784704" o:connectortype="straight"/>
        </w:pict>
      </w:r>
      <w:r w:rsidRPr="00EA545E">
        <w:rPr>
          <w:noProof/>
        </w:rPr>
        <w:pict>
          <v:shape id="_x0000_s1255" type="#_x0000_t32" style="position:absolute;margin-left:7.2pt;margin-top:130.2pt;width:525.6pt;height:2.25pt;z-index:251783680" o:connectortype="straight"/>
        </w:pict>
      </w:r>
      <w:r w:rsidRPr="00EA545E">
        <w:rPr>
          <w:noProof/>
        </w:rPr>
        <w:pict>
          <v:shape id="_x0000_s1038" type="#_x0000_t202" style="position:absolute;margin-left:405.15pt;margin-top:29.4pt;width:115.2pt;height:165.6pt;z-index:251653632" o:allowincell="f" filled="f" stroked="f">
            <v:textbox style="mso-next-textbox:#_x0000_s1038" inset=".72pt,.72pt,.72pt,.72pt">
              <w:txbxContent>
                <w:p w:rsidR="00142FD0" w:rsidRDefault="00142FD0" w:rsidP="00142FD0">
                  <w:pPr>
                    <w:rPr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  <w:p w:rsidR="00142FD0" w:rsidRPr="00142FD0" w:rsidRDefault="00142FD0" w:rsidP="00142FD0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VISUAL</w:t>
                  </w:r>
                </w:p>
                <w:p w:rsidR="00142FD0" w:rsidRPr="00142FD0" w:rsidRDefault="00142FD0" w:rsidP="00142FD0">
                  <w:pPr>
                    <w:rPr>
                      <w:u w:val="single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</w:p>
                <w:p w:rsidR="00142FD0" w:rsidRDefault="00142FD0" w:rsidP="00142FD0"/>
                <w:p w:rsidR="00B30DA7" w:rsidRDefault="00B30DA7"/>
              </w:txbxContent>
            </v:textbox>
            <w10:wrap type="square"/>
          </v:shape>
        </w:pict>
      </w:r>
      <w:r w:rsidR="00142FD0">
        <w:rPr>
          <w:b/>
          <w:bCs/>
          <w:sz w:val="24"/>
          <w:szCs w:val="24"/>
        </w:rPr>
        <w:t xml:space="preserve">   Name:</w:t>
      </w:r>
      <w:r w:rsidR="008B1245">
        <w:rPr>
          <w:b/>
          <w:bCs/>
        </w:rPr>
        <w:t xml:space="preserve">  ___________________________________________________________________</w:t>
      </w:r>
    </w:p>
    <w:p w:rsidR="00142FD0" w:rsidRDefault="004045CE">
      <w:pPr>
        <w:rPr>
          <w:b/>
          <w:bCs/>
        </w:rPr>
      </w:pPr>
      <w:r>
        <w:rPr>
          <w:b/>
          <w:bCs/>
          <w:noProof/>
        </w:rPr>
        <w:lastRenderedPageBreak/>
        <w:pict>
          <v:shape id="_x0000_s1294" type="#_x0000_t32" style="position:absolute;margin-left:19.2pt;margin-top:483pt;width:525.6pt;height:2.25pt;z-index:251815424" o:connectortype="straight"/>
        </w:pict>
      </w:r>
      <w:r>
        <w:rPr>
          <w:b/>
          <w:bCs/>
          <w:noProof/>
        </w:rPr>
        <w:pict>
          <v:shape id="_x0000_s1293" type="#_x0000_t32" style="position:absolute;margin-left:19.2pt;margin-top:312.75pt;width:525.6pt;height:2.25pt;z-index:251814400" o:connectortype="straight"/>
        </w:pict>
      </w:r>
      <w:r>
        <w:rPr>
          <w:b/>
          <w:bCs/>
          <w:noProof/>
        </w:rPr>
        <w:pict>
          <v:shape id="_x0000_s1292" type="#_x0000_t32" style="position:absolute;margin-left:19.2pt;margin-top:156pt;width:525.6pt;height:2.25pt;z-index:251813376" o:connectortype="straight"/>
        </w:pict>
      </w:r>
      <w:r>
        <w:rPr>
          <w:b/>
          <w:bCs/>
          <w:noProof/>
        </w:rPr>
        <w:pict>
          <v:shape id="_x0000_s1291" type="#_x0000_t202" style="position:absolute;margin-left:415.2pt;margin-top:573.6pt;width:115.2pt;height:151.2pt;z-index:251812352" o:allowincell="f" filled="f" stroked="f">
            <v:textbox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277624390"/>
                    <w:placeholder>
                      <w:docPart w:val="02C7E78B97754237BA345CC6262B860B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4045CE" w:rsidRDefault="004045CE" w:rsidP="004045CE">
                      <w:pPr>
                        <w:rPr>
                          <w:sz w:val="24"/>
                          <w:szCs w:val="24"/>
                        </w:rPr>
                      </w:pPr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  <w:p w:rsidR="004045CE" w:rsidRPr="008B1245" w:rsidRDefault="004045CE" w:rsidP="004045CE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290" type="#_x0000_t202" style="position:absolute;margin-left:285.6pt;margin-top:573.6pt;width:115.2pt;height:151.2pt;z-index:251811328" o:allowincell="f" filled="f" stroked="f">
            <v:textbox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277624389"/>
                    <w:placeholder>
                      <w:docPart w:val="5E42212870454C819E4EA7BC25E74080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4045CE" w:rsidRDefault="004045CE" w:rsidP="004045CE">
                      <w:pPr>
                        <w:rPr>
                          <w:sz w:val="24"/>
                          <w:szCs w:val="24"/>
                        </w:rPr>
                      </w:pPr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  <w:p w:rsidR="004045CE" w:rsidRPr="008B1245" w:rsidRDefault="004045CE" w:rsidP="004045CE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289" type="#_x0000_t202" style="position:absolute;margin-left:156pt;margin-top:573.6pt;width:115.2pt;height:151.2pt;z-index:251810304" o:allowincell="f" filled="f" stroked="f">
            <v:textbox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277624388"/>
                    <w:placeholder>
                      <w:docPart w:val="85EA62852673452FABDE4B5AB3DC8D83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4045CE" w:rsidRDefault="004045CE" w:rsidP="004045CE">
                      <w:pPr>
                        <w:rPr>
                          <w:sz w:val="24"/>
                          <w:szCs w:val="24"/>
                        </w:rPr>
                      </w:pPr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  <w:p w:rsidR="004045CE" w:rsidRPr="008B1245" w:rsidRDefault="004045CE" w:rsidP="004045CE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288" type="#_x0000_t202" style="position:absolute;margin-left:415.2pt;margin-top:408pt;width:115.2pt;height:151.2pt;z-index:251809280" o:allowincell="f" filled="f" stroked="f">
            <v:textbox style="mso-next-textbox:#_x0000_s1288"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277624387"/>
                    <w:placeholder>
                      <w:docPart w:val="1C1244199BCE4BB098911A34B5877E56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4045CE" w:rsidRDefault="004045CE" w:rsidP="004045CE">
                      <w:pPr>
                        <w:rPr>
                          <w:sz w:val="24"/>
                          <w:szCs w:val="24"/>
                        </w:rPr>
                      </w:pPr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  <w:p w:rsidR="004045CE" w:rsidRPr="008B1245" w:rsidRDefault="004045CE" w:rsidP="004045CE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287" type="#_x0000_t202" style="position:absolute;margin-left:285.6pt;margin-top:408pt;width:115.2pt;height:151.2pt;z-index:251808256" o:allowincell="f" filled="f" stroked="f">
            <v:textbox style="mso-next-textbox:#_x0000_s1287"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277624386"/>
                    <w:placeholder>
                      <w:docPart w:val="9F8353FBE58644A0A6A6F9CF7B40B74A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4045CE" w:rsidRDefault="004045CE" w:rsidP="004045CE">
                      <w:pPr>
                        <w:rPr>
                          <w:sz w:val="24"/>
                          <w:szCs w:val="24"/>
                        </w:rPr>
                      </w:pPr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  <w:p w:rsidR="004045CE" w:rsidRPr="008B1245" w:rsidRDefault="004045CE" w:rsidP="004045CE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286" type="#_x0000_t202" style="position:absolute;margin-left:156pt;margin-top:408pt;width:115.2pt;height:151.2pt;z-index:251807232" o:allowincell="f" filled="f" stroked="f">
            <v:textbox style="mso-next-textbox:#_x0000_s1286"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277624385"/>
                    <w:placeholder>
                      <w:docPart w:val="07BF2A6E539D4BCE98376AF98B05E307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4045CE" w:rsidRDefault="004045CE" w:rsidP="004045CE">
                      <w:pPr>
                        <w:rPr>
                          <w:sz w:val="24"/>
                          <w:szCs w:val="24"/>
                        </w:rPr>
                      </w:pPr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  <w:p w:rsidR="004045CE" w:rsidRPr="008B1245" w:rsidRDefault="004045CE" w:rsidP="004045CE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285" type="#_x0000_t202" style="position:absolute;margin-left:415.2pt;margin-top:235.2pt;width:115.2pt;height:158.4pt;z-index:251806208" o:allowincell="f" filled="f" stroked="f">
            <v:textbox style="mso-next-textbox:#_x0000_s1285"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277624384"/>
                    <w:placeholder>
                      <w:docPart w:val="AFA11B83CE8B463B82B07F66502BAD45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4045CE" w:rsidRDefault="004045CE" w:rsidP="004045CE"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284" type="#_x0000_t202" style="position:absolute;margin-left:285.6pt;margin-top:235.2pt;width:115.2pt;height:158.4pt;z-index:251805184" o:allowincell="f" filled="f" stroked="f">
            <v:textbox style="mso-next-textbox:#_x0000_s1284"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277624383"/>
                    <w:placeholder>
                      <w:docPart w:val="EB276209C09640708AEECF5E77F4531A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4045CE" w:rsidRDefault="004045CE" w:rsidP="004045CE"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283" type="#_x0000_t202" style="position:absolute;margin-left:156pt;margin-top:235.2pt;width:115.2pt;height:158.4pt;z-index:251804160" o:allowincell="f" filled="f" stroked="f">
            <v:textbox style="mso-next-textbox:#_x0000_s1283"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277624382"/>
                    <w:placeholder>
                      <w:docPart w:val="C29024619483453A9C56A6011DAACE95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4045CE" w:rsidRDefault="004045CE" w:rsidP="004045CE"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282" type="#_x0000_t202" style="position:absolute;margin-left:26.4pt;margin-top:573.6pt;width:115.2pt;height:151.2pt;z-index:251803136" o:allowincell="f" filled="f" stroked="f">
            <v:textbox style="mso-next-textbox:#_x0000_s1282" inset=".72pt,.72pt,.72pt,.72pt">
              <w:txbxContent>
                <w:p w:rsidR="00BA0C86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Plant Cell</w:t>
                  </w:r>
                </w:p>
                <w:p w:rsidR="00BA0C86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BA0C86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(5.5)</w:t>
                  </w:r>
                </w:p>
                <w:p w:rsidR="004045CE" w:rsidRDefault="004045CE" w:rsidP="004045C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4045CE" w:rsidRDefault="004045CE" w:rsidP="004045C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E1459" w:rsidRDefault="002E1459" w:rsidP="004045C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BA0C86" w:rsidRPr="00285A0B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Cell Wall</w:t>
                  </w:r>
                </w:p>
                <w:p w:rsidR="00BA0C86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BA0C86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(5.5)</w:t>
                  </w:r>
                </w:p>
                <w:p w:rsidR="00BA0C86" w:rsidRPr="00142FD0" w:rsidRDefault="00BA0C86" w:rsidP="004045C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281" type="#_x0000_t202" style="position:absolute;margin-left:26.4pt;margin-top:408pt;width:115.2pt;height:151.2pt;z-index:251802112" o:allowincell="f" filled="f" stroked="f">
            <v:textbox style="mso-next-textbox:#_x0000_s1281" inset=".72pt,.72pt,.72pt,.72pt">
              <w:txbxContent>
                <w:p w:rsidR="00BA0C86" w:rsidRPr="00142FD0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Mitochondria</w:t>
                  </w:r>
                </w:p>
                <w:p w:rsidR="00BA0C86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(5.5)</w:t>
                  </w:r>
                </w:p>
                <w:p w:rsidR="004045CE" w:rsidRDefault="004045CE" w:rsidP="004045C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4045CE" w:rsidRDefault="004045CE" w:rsidP="004045C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4045CE" w:rsidRDefault="004045CE" w:rsidP="004045C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4045CE" w:rsidRDefault="004045CE" w:rsidP="004045C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BA0C86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Animal Cell</w:t>
                  </w:r>
                </w:p>
                <w:p w:rsidR="00BA0C86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BA0C86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(5.5)</w:t>
                  </w:r>
                </w:p>
                <w:p w:rsidR="004045CE" w:rsidRDefault="004045CE" w:rsidP="004045C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280" type="#_x0000_t202" style="position:absolute;margin-left:26.4pt;margin-top:235.2pt;width:115.2pt;height:158.4pt;z-index:251801088" o:allowincell="f" filled="f" stroked="f">
            <v:textbox style="mso-next-textbox:#_x0000_s1280" inset=".72pt,.72pt,.72pt,.72pt">
              <w:txbxContent>
                <w:p w:rsidR="00BA0C86" w:rsidRPr="00142FD0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 xml:space="preserve">Permeable </w:t>
                  </w:r>
                </w:p>
                <w:p w:rsidR="00BA0C86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BA0C86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(5.4)</w:t>
                  </w:r>
                </w:p>
                <w:p w:rsidR="004045CE" w:rsidRDefault="004045CE" w:rsidP="004045C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4045CE" w:rsidRDefault="004045CE" w:rsidP="004045C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E1459" w:rsidRDefault="002E1459" w:rsidP="004045C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E1459" w:rsidRDefault="002E1459" w:rsidP="004045CE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Hydrophobic</w:t>
                  </w:r>
                </w:p>
                <w:p w:rsidR="002E1459" w:rsidRDefault="002E1459" w:rsidP="004045C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E1459" w:rsidRPr="00142FD0" w:rsidRDefault="002E1459" w:rsidP="004045CE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(5.4)</w:t>
                  </w:r>
                </w:p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279" type="#_x0000_t202" style="position:absolute;margin-left:417.15pt;margin-top:55.2pt;width:115.2pt;height:165.6pt;z-index:251800064" o:allowincell="f" filled="f" stroked="f">
            <v:textbox style="mso-next-textbox:#_x0000_s1279" inset=".72pt,.72pt,.72pt,.72pt">
              <w:txbxContent>
                <w:p w:rsidR="004045CE" w:rsidRDefault="004045CE" w:rsidP="004045CE">
                  <w:pPr>
                    <w:rPr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  <w:p w:rsidR="004045CE" w:rsidRPr="00142FD0" w:rsidRDefault="004045CE" w:rsidP="004045CE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VISUAL</w:t>
                  </w:r>
                </w:p>
                <w:p w:rsidR="004045CE" w:rsidRPr="00142FD0" w:rsidRDefault="004045CE" w:rsidP="004045CE">
                  <w:pPr>
                    <w:rPr>
                      <w:u w:val="single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</w:p>
                <w:p w:rsidR="004045CE" w:rsidRDefault="004045CE" w:rsidP="004045CE"/>
                <w:p w:rsidR="004045CE" w:rsidRDefault="004045CE" w:rsidP="004045CE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278" type="#_x0000_t202" style="position:absolute;margin-left:285.6pt;margin-top:55.2pt;width:115.2pt;height:165.6pt;z-index:251799040" o:allowincell="f" filled="f" stroked="f">
            <v:textbox style="mso-next-textbox:#_x0000_s1278" inset=".72pt,.72pt,.72pt,.72pt">
              <w:txbxContent>
                <w:p w:rsidR="004045CE" w:rsidRDefault="004045CE" w:rsidP="004045CE">
                  <w:pPr>
                    <w:rPr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  <w:p w:rsidR="004045CE" w:rsidRPr="00142FD0" w:rsidRDefault="004045CE" w:rsidP="004045CE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EXAMPLES</w:t>
                  </w:r>
                </w:p>
                <w:p w:rsidR="004045CE" w:rsidRPr="00142FD0" w:rsidRDefault="004045CE" w:rsidP="004045CE">
                  <w:pPr>
                    <w:rPr>
                      <w:u w:val="single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</w:p>
                <w:p w:rsidR="004045CE" w:rsidRDefault="004045CE" w:rsidP="004045CE"/>
                <w:p w:rsidR="004045CE" w:rsidRDefault="004045CE" w:rsidP="004045CE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277" type="#_x0000_t202" style="position:absolute;margin-left:156pt;margin-top:55.2pt;width:115.2pt;height:165.6pt;z-index:251798016" o:allowincell="f" filled="f" stroked="f">
            <v:textbox style="mso-next-textbox:#_x0000_s1277" inset=".72pt,.72pt,.72pt,.72pt">
              <w:txbxContent>
                <w:p w:rsidR="004045CE" w:rsidRDefault="004045CE" w:rsidP="004045CE">
                  <w:pPr>
                    <w:rPr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  <w:p w:rsidR="004045CE" w:rsidRPr="00142FD0" w:rsidRDefault="004045CE" w:rsidP="004045CE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EXPLANATION</w:t>
                  </w:r>
                </w:p>
                <w:p w:rsidR="004045CE" w:rsidRPr="00142FD0" w:rsidRDefault="004045CE" w:rsidP="004045CE">
                  <w:pPr>
                    <w:rPr>
                      <w:u w:val="single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</w:p>
                <w:p w:rsidR="004045CE" w:rsidRDefault="004045CE" w:rsidP="004045CE"/>
                <w:p w:rsidR="004045CE" w:rsidRDefault="004045CE" w:rsidP="004045CE"/>
                <w:p w:rsidR="004045CE" w:rsidRDefault="004045CE" w:rsidP="004045CE"/>
                <w:p w:rsidR="004045CE" w:rsidRPr="00142FD0" w:rsidRDefault="004045CE" w:rsidP="004045CE">
                  <w:pPr>
                    <w:rPr>
                      <w:b/>
                      <w:u w:val="single"/>
                    </w:rPr>
                  </w:pPr>
                </w:p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276" type="#_x0000_t202" style="position:absolute;margin-left:26.4pt;margin-top:55.2pt;width:115.2pt;height:165.6pt;z-index:251796992" o:allowincell="f" filled="f" stroked="f">
            <v:textbox style="mso-next-textbox:#_x0000_s1276" inset=".72pt,.72pt,.72pt,.72pt">
              <w:txbxContent>
                <w:p w:rsidR="004045CE" w:rsidRDefault="004045CE" w:rsidP="004045C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4045CE" w:rsidRPr="00142FD0" w:rsidRDefault="004045CE" w:rsidP="004045CE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WORD</w:t>
                  </w:r>
                </w:p>
                <w:p w:rsidR="004045CE" w:rsidRDefault="004045CE" w:rsidP="004045CE">
                  <w:pPr>
                    <w:rPr>
                      <w:b/>
                      <w:bCs/>
                      <w:sz w:val="24"/>
                      <w:szCs w:val="24"/>
                      <w:u w:val="single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</w:p>
                <w:p w:rsidR="00BA0C86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BA0C86" w:rsidRPr="007C1268" w:rsidRDefault="00BA0C86" w:rsidP="00BA0C86">
                  <w:r>
                    <w:rPr>
                      <w:b/>
                      <w:bCs/>
                      <w:sz w:val="24"/>
                      <w:szCs w:val="24"/>
                    </w:rPr>
                    <w:t>Eukaryotic</w:t>
                  </w:r>
                </w:p>
                <w:p w:rsidR="00BA0C86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BA0C86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(5.3)</w:t>
                  </w:r>
                </w:p>
                <w:p w:rsidR="004045CE" w:rsidRDefault="004045CE" w:rsidP="004045C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BA0C86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Hydrophilic</w:t>
                  </w:r>
                </w:p>
                <w:p w:rsidR="00BA0C86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BA0C86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(5.4)</w:t>
                  </w:r>
                </w:p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group id="_x0000_s1268" style="position:absolute;margin-left:19.2pt;margin-top:48pt;width:525.6pt;height:684pt;z-index:251795968" coordorigin="864,1440" coordsize="10512,13680" o:allowincell="f">
            <v:rect id="_x0000_s1269" style="position:absolute;left:864;top:1440;width:10512;height:13680" o:allowincell="f" strokeweight="1pt"/>
            <v:line id="_x0000_s1270" style="position:absolute" from="3456,1440" to="3456,15120" o:allowincell="f" strokeweight="1pt"/>
            <v:line id="_x0000_s1271" style="position:absolute" from="6048,1440" to="6048,15120" o:allowincell="f" strokeweight="1pt"/>
            <v:line id="_x0000_s1272" style="position:absolute" from="8640,1440" to="8640,15120" o:allowincell="f" strokeweight="1pt"/>
            <v:line id="_x0000_s1273" style="position:absolute" from="864,5040" to="11376,5040" o:allowincell="f" strokeweight="1pt"/>
            <v:line id="_x0000_s1274" style="position:absolute" from="864,8496" to="11376,8496" o:allowincell="f" strokeweight="1pt"/>
            <v:line id="_x0000_s1275" style="position:absolute" from="864,11808" to="11376,11808" o:allowincell="f" strokeweight="1pt"/>
            <w10:wrap type="square"/>
          </v:group>
        </w:pict>
      </w:r>
      <w:r>
        <w:rPr>
          <w:b/>
          <w:bCs/>
          <w:noProof/>
        </w:rPr>
        <w:pict>
          <v:shape id="_x0000_s1295" type="#_x0000_t32" style="position:absolute;margin-left:19.2pt;margin-top:9in;width:525.6pt;height:2.25pt;z-index:251816448" o:connectortype="straight"/>
        </w:pict>
      </w:r>
    </w:p>
    <w:p w:rsidR="00142FD0" w:rsidRDefault="00EA545E">
      <w:pPr>
        <w:autoSpaceDE/>
        <w:autoSpaceDN/>
        <w:rPr>
          <w:b/>
          <w:bCs/>
        </w:rPr>
      </w:pPr>
      <w:r>
        <w:rPr>
          <w:b/>
          <w:bCs/>
          <w:noProof/>
        </w:rPr>
        <w:pict>
          <v:shape id="_x0000_s1121" type="#_x0000_t202" style="position:absolute;margin-left:297.6pt;margin-top:574.1pt;width:115.2pt;height:151.2pt;z-index:251699712" o:allowincell="f" filled="f" stroked="f">
            <v:textbox inset=".72pt,.72pt,.72pt,.72pt">
              <w:txbxContent>
                <w:p w:rsidR="00142FD0" w:rsidRDefault="00142FD0" w:rsidP="00142FD0">
                  <w:pPr>
                    <w:rPr>
                      <w:sz w:val="24"/>
                      <w:szCs w:val="24"/>
                    </w:rPr>
                  </w:pPr>
                </w:p>
                <w:p w:rsidR="00142FD0" w:rsidRPr="008B1245" w:rsidRDefault="00142FD0" w:rsidP="00142FD0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120" type="#_x0000_t202" style="position:absolute;margin-left:168pt;margin-top:574.1pt;width:115.2pt;height:151.2pt;z-index:251698688" o:allowincell="f" filled="f" stroked="f">
            <v:textbox inset=".72pt,.72pt,.72pt,.72pt">
              <w:txbxContent>
                <w:p w:rsidR="00142FD0" w:rsidRDefault="00142FD0" w:rsidP="00142FD0">
                  <w:pPr>
                    <w:rPr>
                      <w:sz w:val="24"/>
                      <w:szCs w:val="24"/>
                    </w:rPr>
                  </w:pPr>
                </w:p>
                <w:p w:rsidR="00142FD0" w:rsidRPr="008B1245" w:rsidRDefault="00142FD0" w:rsidP="00142FD0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119" type="#_x0000_t202" style="position:absolute;margin-left:427.2pt;margin-top:408.5pt;width:115.2pt;height:151.2pt;z-index:251697664" o:allowincell="f" filled="f" stroked="f">
            <v:textbox inset=".72pt,.72pt,.72pt,.72pt">
              <w:txbxContent>
                <w:p w:rsidR="00142FD0" w:rsidRDefault="00142FD0" w:rsidP="00142FD0">
                  <w:pPr>
                    <w:rPr>
                      <w:sz w:val="24"/>
                      <w:szCs w:val="24"/>
                    </w:rPr>
                  </w:pPr>
                </w:p>
                <w:p w:rsidR="00142FD0" w:rsidRPr="008B1245" w:rsidRDefault="00142FD0" w:rsidP="00142FD0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118" type="#_x0000_t202" style="position:absolute;margin-left:297.6pt;margin-top:408.5pt;width:115.2pt;height:151.2pt;z-index:251696640" o:allowincell="f" filled="f" stroked="f">
            <v:textbox inset=".72pt,.72pt,.72pt,.72pt">
              <w:txbxContent>
                <w:p w:rsidR="00142FD0" w:rsidRDefault="00142FD0" w:rsidP="00142FD0">
                  <w:pPr>
                    <w:rPr>
                      <w:sz w:val="24"/>
                      <w:szCs w:val="24"/>
                    </w:rPr>
                  </w:pPr>
                </w:p>
                <w:p w:rsidR="00142FD0" w:rsidRPr="008B1245" w:rsidRDefault="00142FD0" w:rsidP="00142FD0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117" type="#_x0000_t202" style="position:absolute;margin-left:168pt;margin-top:408.5pt;width:115.2pt;height:151.2pt;z-index:251695616" o:allowincell="f" filled="f" stroked="f">
            <v:textbox inset=".72pt,.72pt,.72pt,.72pt">
              <w:txbxContent>
                <w:p w:rsidR="00142FD0" w:rsidRDefault="00142FD0" w:rsidP="00142FD0">
                  <w:pPr>
                    <w:rPr>
                      <w:sz w:val="24"/>
                      <w:szCs w:val="24"/>
                    </w:rPr>
                  </w:pPr>
                </w:p>
                <w:p w:rsidR="00142FD0" w:rsidRPr="008B1245" w:rsidRDefault="00142FD0" w:rsidP="00142FD0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116" type="#_x0000_t202" style="position:absolute;margin-left:427.2pt;margin-top:235.7pt;width:115.2pt;height:158.4pt;z-index:251694592" o:allowincell="f" filled="f" stroked="f">
            <v:textbox inset=".72pt,.72pt,.72pt,.72pt">
              <w:txbxContent>
                <w:p w:rsidR="00142FD0" w:rsidRDefault="00142FD0" w:rsidP="00142FD0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115" type="#_x0000_t202" style="position:absolute;margin-left:297.6pt;margin-top:235.7pt;width:115.2pt;height:158.4pt;z-index:251693568" o:allowincell="f" filled="f" stroked="f">
            <v:textbox inset=".72pt,.72pt,.72pt,.72pt">
              <w:txbxContent>
                <w:p w:rsidR="00142FD0" w:rsidRDefault="00142FD0" w:rsidP="00142FD0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114" type="#_x0000_t202" style="position:absolute;margin-left:168pt;margin-top:235.7pt;width:115.2pt;height:158.4pt;z-index:251692544" o:allowincell="f" filled="f" stroked="f">
            <v:textbox inset=".72pt,.72pt,.72pt,.72pt">
              <w:txbxContent>
                <w:p w:rsidR="00142FD0" w:rsidRDefault="00142FD0" w:rsidP="00142FD0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113" type="#_x0000_t202" style="position:absolute;margin-left:38.4pt;margin-top:574.1pt;width:115.2pt;height:151.2pt;z-index:251691520" o:allowincell="f" filled="f" stroked="f">
            <v:textbox inset=".72pt,.72pt,.72pt,.72pt">
              <w:txbxContent>
                <w:p w:rsidR="00142FD0" w:rsidRDefault="00142FD0" w:rsidP="00142FD0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C1268" w:rsidRDefault="007C1268" w:rsidP="00142FD0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C1268" w:rsidRDefault="007C1268" w:rsidP="00142FD0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C1268" w:rsidRDefault="007C1268" w:rsidP="00142FD0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C1268" w:rsidRDefault="007C1268" w:rsidP="00142FD0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85A0B" w:rsidRDefault="00285A0B" w:rsidP="00142FD0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85A0B" w:rsidRDefault="00285A0B" w:rsidP="00142FD0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112" type="#_x0000_t202" style="position:absolute;margin-left:38.4pt;margin-top:408.5pt;width:115.2pt;height:151.2pt;z-index:251690496" o:allowincell="f" filled="f" stroked="f">
            <v:textbox inset=".72pt,.72pt,.72pt,.72pt">
              <w:txbxContent>
                <w:p w:rsidR="00142FD0" w:rsidRDefault="00142FD0" w:rsidP="00142FD0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C1268" w:rsidRDefault="007C1268" w:rsidP="00142FD0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C1268" w:rsidRDefault="007C1268" w:rsidP="00142FD0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C1268" w:rsidRDefault="007C1268" w:rsidP="00142FD0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C1268" w:rsidRDefault="007C1268" w:rsidP="00142FD0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A9367A" w:rsidRDefault="00A9367A" w:rsidP="00142FD0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111" type="#_x0000_t202" style="position:absolute;margin-left:38.4pt;margin-top:235.7pt;width:115.2pt;height:158.4pt;z-index:251689472" o:allowincell="f" filled="f" stroked="f">
            <v:textbox inset=".72pt,.72pt,.72pt,.72pt">
              <w:txbxContent>
                <w:p w:rsidR="007C1268" w:rsidRDefault="007C1268" w:rsidP="00142FD0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110" type="#_x0000_t202" style="position:absolute;margin-left:429.15pt;margin-top:55.7pt;width:115.2pt;height:165.6pt;z-index:251688448" o:allowincell="f" filled="f" stroked="f">
            <v:textbox inset=".72pt,.72pt,.72pt,.72pt">
              <w:txbxContent>
                <w:p w:rsidR="00142FD0" w:rsidRDefault="00142FD0" w:rsidP="00142FD0"/>
                <w:p w:rsidR="00142FD0" w:rsidRDefault="00142FD0" w:rsidP="00142FD0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109" type="#_x0000_t202" style="position:absolute;margin-left:297.6pt;margin-top:55.7pt;width:115.2pt;height:165.6pt;z-index:251687424" o:allowincell="f" filled="f" stroked="f">
            <v:textbox inset=".72pt,.72pt,.72pt,.72pt">
              <w:txbxContent>
                <w:p w:rsidR="00142FD0" w:rsidRDefault="00142FD0" w:rsidP="00AC6A79"/>
                <w:p w:rsidR="00142FD0" w:rsidRDefault="00142FD0" w:rsidP="00142FD0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107" type="#_x0000_t202" style="position:absolute;margin-left:38.4pt;margin-top:55.7pt;width:115.2pt;height:165.6pt;z-index:251685376" o:allowincell="f" filled="f" stroked="f">
            <v:textbox inset=".72pt,.72pt,.72pt,.72pt">
              <w:txbxContent>
                <w:p w:rsidR="007C1268" w:rsidRDefault="007C1268" w:rsidP="00142FD0">
                  <w:pPr>
                    <w:rPr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  <w:p w:rsidR="007C1268" w:rsidRDefault="007C1268" w:rsidP="00142FD0">
                  <w:pPr>
                    <w:rPr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122" type="#_x0000_t202" style="position:absolute;margin-left:427.2pt;margin-top:574.1pt;width:115.2pt;height:151.2pt;z-index:251700736" o:allowincell="f" filled="f" stroked="f">
            <v:textbox inset=".72pt,.72pt,.72pt,.72pt">
              <w:txbxContent>
                <w:p w:rsidR="00142FD0" w:rsidRDefault="00142FD0" w:rsidP="00142FD0">
                  <w:pPr>
                    <w:rPr>
                      <w:sz w:val="24"/>
                      <w:szCs w:val="24"/>
                    </w:rPr>
                  </w:pPr>
                </w:p>
                <w:p w:rsidR="00142FD0" w:rsidRPr="008B1245" w:rsidRDefault="00142FD0" w:rsidP="00142FD0"/>
              </w:txbxContent>
            </v:textbox>
            <w10:wrap type="square"/>
          </v:shape>
        </w:pict>
      </w:r>
      <w:r w:rsidR="00142FD0">
        <w:rPr>
          <w:b/>
          <w:bCs/>
        </w:rPr>
        <w:br w:type="page"/>
      </w:r>
    </w:p>
    <w:p w:rsidR="00142FD0" w:rsidRDefault="00142FD0">
      <w:pPr>
        <w:rPr>
          <w:b/>
          <w:bCs/>
        </w:rPr>
      </w:pPr>
    </w:p>
    <w:p w:rsidR="00142FD0" w:rsidRDefault="00EA545E">
      <w:pPr>
        <w:autoSpaceDE/>
        <w:autoSpaceDN/>
        <w:rPr>
          <w:b/>
          <w:bCs/>
        </w:rPr>
      </w:pPr>
      <w:r>
        <w:rPr>
          <w:b/>
          <w:bCs/>
          <w:noProof/>
        </w:rPr>
        <w:pict>
          <v:shape id="_x0000_s1266" type="#_x0000_t32" style="position:absolute;margin-left:14.1pt;margin-top:653.75pt;width:525.6pt;height:2.25pt;z-index:251794944" o:connectortype="straight"/>
        </w:pict>
      </w:r>
      <w:r>
        <w:rPr>
          <w:b/>
          <w:bCs/>
          <w:noProof/>
        </w:rPr>
        <w:pict>
          <v:shape id="_x0000_s1265" type="#_x0000_t32" style="position:absolute;margin-left:14.1pt;margin-top:487.25pt;width:525.6pt;height:2.25pt;z-index:251793920" o:connectortype="straight"/>
        </w:pict>
      </w:r>
      <w:r>
        <w:rPr>
          <w:b/>
          <w:bCs/>
          <w:noProof/>
        </w:rPr>
        <w:pict>
          <v:shape id="_x0000_s1264" type="#_x0000_t32" style="position:absolute;margin-left:14.1pt;margin-top:308pt;width:525.6pt;height:2.25pt;z-index:251792896" o:connectortype="straight"/>
        </w:pict>
      </w:r>
      <w:r>
        <w:rPr>
          <w:b/>
          <w:bCs/>
          <w:noProof/>
        </w:rPr>
        <w:pict>
          <v:shape id="_x0000_s1263" type="#_x0000_t32" style="position:absolute;margin-left:14.1pt;margin-top:160.25pt;width:525.6pt;height:2.25pt;z-index:251791872" o:connectortype="straight"/>
        </w:pict>
      </w:r>
      <w:r>
        <w:rPr>
          <w:b/>
          <w:bCs/>
          <w:noProof/>
        </w:rPr>
        <w:pict>
          <v:shape id="_x0000_s1168" type="#_x0000_t202" style="position:absolute;margin-left:150.9pt;margin-top:569.35pt;width:115.2pt;height:151.2pt;z-index:251716096" o:allowincell="f" filled="f" stroked="f">
            <v:textbox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87645343"/>
                    <w:placeholder>
                      <w:docPart w:val="20CBCC2AD1FA4330B56157563BA0C3B2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F86286" w:rsidRDefault="00F86286" w:rsidP="00F86286">
                      <w:pPr>
                        <w:rPr>
                          <w:sz w:val="24"/>
                          <w:szCs w:val="24"/>
                        </w:rPr>
                      </w:pPr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  <w:p w:rsidR="00F86286" w:rsidRPr="008B1245" w:rsidRDefault="00F86286" w:rsidP="00F86286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167" type="#_x0000_t202" style="position:absolute;margin-left:410.1pt;margin-top:403.75pt;width:115.2pt;height:151.2pt;z-index:251715072" o:allowincell="f" filled="f" stroked="f">
            <v:textbox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87645342"/>
                    <w:placeholder>
                      <w:docPart w:val="C17AC834263F451D8390F709AC5EDFCF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F86286" w:rsidRDefault="00F86286" w:rsidP="00F86286">
                      <w:pPr>
                        <w:rPr>
                          <w:sz w:val="24"/>
                          <w:szCs w:val="24"/>
                        </w:rPr>
                      </w:pPr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  <w:p w:rsidR="00F86286" w:rsidRPr="008B1245" w:rsidRDefault="00F86286" w:rsidP="00F86286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166" type="#_x0000_t202" style="position:absolute;margin-left:280.5pt;margin-top:403.75pt;width:115.2pt;height:151.2pt;z-index:251714048" o:allowincell="f" filled="f" stroked="f">
            <v:textbox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87645341"/>
                    <w:placeholder>
                      <w:docPart w:val="DAE61453CC0B43A4B7EABCB25F629658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F86286" w:rsidRDefault="00F86286" w:rsidP="00F86286">
                      <w:pPr>
                        <w:rPr>
                          <w:sz w:val="24"/>
                          <w:szCs w:val="24"/>
                        </w:rPr>
                      </w:pPr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  <w:p w:rsidR="00F86286" w:rsidRPr="008B1245" w:rsidRDefault="00F86286" w:rsidP="00F86286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165" type="#_x0000_t202" style="position:absolute;margin-left:150.9pt;margin-top:403.75pt;width:115.2pt;height:151.2pt;z-index:251713024" o:allowincell="f" filled="f" stroked="f">
            <v:textbox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87645340"/>
                    <w:placeholder>
                      <w:docPart w:val="1E8813C6FC2D471EA3DEAA287F354B0A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F86286" w:rsidRDefault="00F86286" w:rsidP="00F86286">
                      <w:pPr>
                        <w:rPr>
                          <w:sz w:val="24"/>
                          <w:szCs w:val="24"/>
                        </w:rPr>
                      </w:pPr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  <w:p w:rsidR="00F86286" w:rsidRPr="008B1245" w:rsidRDefault="00F86286" w:rsidP="00F86286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164" type="#_x0000_t202" style="position:absolute;margin-left:410.1pt;margin-top:230.95pt;width:115.2pt;height:158.4pt;z-index:251712000" o:allowincell="f" filled="f" stroked="f">
            <v:textbox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87645339"/>
                    <w:placeholder>
                      <w:docPart w:val="358BEB10D918488D9541FCC1B86DD940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F86286" w:rsidRDefault="00F86286" w:rsidP="00F86286"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163" type="#_x0000_t202" style="position:absolute;margin-left:280.5pt;margin-top:230.95pt;width:115.2pt;height:158.4pt;z-index:251710976" o:allowincell="f" filled="f" stroked="f">
            <v:textbox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87645338"/>
                    <w:placeholder>
                      <w:docPart w:val="B423D800BAE6437290A632E68F7CB8E2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F86286" w:rsidRDefault="00F86286" w:rsidP="00F86286"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162" type="#_x0000_t202" style="position:absolute;margin-left:150.9pt;margin-top:230.95pt;width:115.2pt;height:158.4pt;z-index:251709952" o:allowincell="f" filled="f" stroked="f">
            <v:textbox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87645337"/>
                    <w:placeholder>
                      <w:docPart w:val="1072DCDD2B6B4384A4D655B1B24BF573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F86286" w:rsidRDefault="00F86286" w:rsidP="00F86286"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161" type="#_x0000_t202" style="position:absolute;margin-left:21.3pt;margin-top:569.35pt;width:115.2pt;height:151.2pt;z-index:251708928" o:allowincell="f" filled="f" stroked="f">
            <v:textbox inset=".72pt,.72pt,.72pt,.72pt">
              <w:txbxContent>
                <w:p w:rsidR="00F86286" w:rsidRDefault="00F86286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C1268" w:rsidRDefault="007C1268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85A0B" w:rsidRPr="00142FD0" w:rsidRDefault="00FF0184" w:rsidP="00285A0B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Cytoskeleton</w:t>
                  </w:r>
                </w:p>
                <w:p w:rsidR="007C1268" w:rsidRDefault="007C1268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E1459" w:rsidRDefault="002E1459" w:rsidP="002E1459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(5.5)</w:t>
                  </w:r>
                </w:p>
                <w:p w:rsidR="007C1268" w:rsidRDefault="007C1268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85A0B" w:rsidRDefault="00285A0B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BA0C86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Molecules</w:t>
                  </w:r>
                </w:p>
                <w:p w:rsidR="00BA0C86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BA0C86" w:rsidRPr="00A9367A" w:rsidRDefault="00BA0C86" w:rsidP="00BA0C86"/>
                <w:p w:rsidR="00BA0C86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(5.5)</w:t>
                  </w:r>
                </w:p>
                <w:p w:rsidR="00BA0C86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BA0C86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85A0B" w:rsidRDefault="00285A0B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85A0B" w:rsidRDefault="00285A0B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160" type="#_x0000_t202" style="position:absolute;margin-left:21.3pt;margin-top:403.75pt;width:115.2pt;height:151.2pt;z-index:251707904" o:allowincell="f" filled="f" stroked="f">
            <v:textbox inset=".72pt,.72pt,.72pt,.72pt">
              <w:txbxContent>
                <w:p w:rsidR="00F86286" w:rsidRDefault="00F86286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C1268" w:rsidRDefault="007C1268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C1268" w:rsidRDefault="00FF0184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b/>
                      <w:bCs/>
                      <w:sz w:val="24"/>
                      <w:szCs w:val="24"/>
                    </w:rPr>
                    <w:t>Centrioles</w:t>
                  </w:r>
                  <w:proofErr w:type="spellEnd"/>
                </w:p>
                <w:p w:rsidR="00285A0B" w:rsidRDefault="00285A0B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E1459" w:rsidRDefault="002E1459" w:rsidP="002E1459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(5.5)</w:t>
                  </w:r>
                </w:p>
                <w:p w:rsidR="00285A0B" w:rsidRDefault="00285A0B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AC6A79" w:rsidRDefault="00AC6A79" w:rsidP="00285A0B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85A0B" w:rsidRDefault="00285A0B" w:rsidP="00285A0B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FF0184" w:rsidRPr="00142FD0" w:rsidRDefault="00FF0184" w:rsidP="00285A0B">
                  <w:pPr>
                    <w:rPr>
                      <w:b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b/>
                      <w:bCs/>
                      <w:sz w:val="24"/>
                      <w:szCs w:val="24"/>
                    </w:rPr>
                    <w:t>Lysosomes</w:t>
                  </w:r>
                  <w:proofErr w:type="spellEnd"/>
                </w:p>
                <w:p w:rsidR="00285A0B" w:rsidRDefault="00285A0B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E1459" w:rsidRDefault="002E1459" w:rsidP="002E1459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(5.5)</w:t>
                  </w:r>
                </w:p>
                <w:p w:rsidR="002E1459" w:rsidRPr="00142FD0" w:rsidRDefault="002E1459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159" type="#_x0000_t202" style="position:absolute;margin-left:21.3pt;margin-top:230.95pt;width:115.2pt;height:158.4pt;z-index:251706880" o:allowincell="f" filled="f" stroked="f">
            <v:textbox inset=".72pt,.72pt,.72pt,.72pt">
              <w:txbxContent>
                <w:p w:rsidR="00F86286" w:rsidRDefault="00F86286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C1268" w:rsidRDefault="007C1268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C1268" w:rsidRDefault="00FF0184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Cytoplasm</w:t>
                  </w:r>
                </w:p>
                <w:p w:rsidR="00FF0184" w:rsidRDefault="00FF0184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E1459" w:rsidRDefault="002E1459" w:rsidP="002E1459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(5.5)</w:t>
                  </w:r>
                </w:p>
                <w:p w:rsidR="00FF0184" w:rsidRDefault="00FF0184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85A0B" w:rsidRDefault="00285A0B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85A0B" w:rsidRDefault="00285A0B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85A0B" w:rsidRPr="007C1268" w:rsidRDefault="00FF0184" w:rsidP="00285A0B">
                  <w:r>
                    <w:rPr>
                      <w:b/>
                      <w:bCs/>
                      <w:sz w:val="24"/>
                      <w:szCs w:val="24"/>
                    </w:rPr>
                    <w:t>Vacuole</w:t>
                  </w:r>
                </w:p>
                <w:p w:rsidR="00285A0B" w:rsidRDefault="00285A0B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E1459" w:rsidRDefault="002E1459" w:rsidP="002E1459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(5.5)</w:t>
                  </w:r>
                </w:p>
                <w:p w:rsidR="002E1459" w:rsidRPr="00142FD0" w:rsidRDefault="002E1459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158" type="#_x0000_t202" style="position:absolute;margin-left:412.05pt;margin-top:50.95pt;width:115.2pt;height:165.6pt;z-index:251705856" o:allowincell="f" filled="f" stroked="f">
            <v:textbox inset=".72pt,.72pt,.72pt,.72pt">
              <w:txbxContent>
                <w:p w:rsidR="00F86286" w:rsidRDefault="00F86286" w:rsidP="00F86286">
                  <w:pPr>
                    <w:rPr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  <w:p w:rsidR="00F86286" w:rsidRPr="00142FD0" w:rsidRDefault="00F86286" w:rsidP="00F8628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VISUAL</w:t>
                  </w:r>
                </w:p>
                <w:p w:rsidR="00F86286" w:rsidRPr="00142FD0" w:rsidRDefault="00F86286" w:rsidP="00F86286">
                  <w:pPr>
                    <w:rPr>
                      <w:u w:val="single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</w:p>
                <w:p w:rsidR="00F86286" w:rsidRDefault="00F86286" w:rsidP="00F86286"/>
                <w:p w:rsidR="00F86286" w:rsidRDefault="00F86286" w:rsidP="00F86286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157" type="#_x0000_t202" style="position:absolute;margin-left:280.5pt;margin-top:50.95pt;width:115.2pt;height:165.6pt;z-index:251704832" o:allowincell="f" filled="f" stroked="f">
            <v:textbox inset=".72pt,.72pt,.72pt,.72pt">
              <w:txbxContent>
                <w:p w:rsidR="00F86286" w:rsidRDefault="00F86286" w:rsidP="00F86286">
                  <w:pPr>
                    <w:rPr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  <w:p w:rsidR="00F86286" w:rsidRPr="00142FD0" w:rsidRDefault="00F86286" w:rsidP="00F8628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EXAMPLES</w:t>
                  </w:r>
                </w:p>
                <w:p w:rsidR="00F86286" w:rsidRPr="00142FD0" w:rsidRDefault="00F86286" w:rsidP="00F86286">
                  <w:pPr>
                    <w:rPr>
                      <w:u w:val="single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</w:p>
                <w:p w:rsidR="00F86286" w:rsidRDefault="00F86286" w:rsidP="00F86286"/>
                <w:p w:rsidR="00F86286" w:rsidRDefault="00F86286" w:rsidP="00F86286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156" type="#_x0000_t202" style="position:absolute;margin-left:150.9pt;margin-top:50.95pt;width:115.2pt;height:165.6pt;z-index:251703808" o:allowincell="f" filled="f" stroked="f">
            <v:textbox inset=".72pt,.72pt,.72pt,.72pt">
              <w:txbxContent>
                <w:p w:rsidR="00F86286" w:rsidRDefault="00F86286" w:rsidP="00F86286">
                  <w:pPr>
                    <w:rPr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  <w:p w:rsidR="00F86286" w:rsidRPr="00142FD0" w:rsidRDefault="00F86286" w:rsidP="00F8628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EXPLANATION</w:t>
                  </w:r>
                </w:p>
                <w:p w:rsidR="00F86286" w:rsidRPr="00142FD0" w:rsidRDefault="00F86286" w:rsidP="00F86286">
                  <w:pPr>
                    <w:rPr>
                      <w:u w:val="single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</w:p>
                <w:p w:rsidR="00F86286" w:rsidRDefault="00F86286" w:rsidP="00F86286"/>
                <w:p w:rsidR="00F86286" w:rsidRDefault="00F86286" w:rsidP="00F86286"/>
                <w:p w:rsidR="00F86286" w:rsidRDefault="00F86286" w:rsidP="00F86286"/>
                <w:p w:rsidR="00F86286" w:rsidRPr="00142FD0" w:rsidRDefault="00F86286" w:rsidP="00F86286">
                  <w:pPr>
                    <w:rPr>
                      <w:b/>
                      <w:u w:val="single"/>
                    </w:rPr>
                  </w:pPr>
                </w:p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155" type="#_x0000_t202" style="position:absolute;margin-left:21.3pt;margin-top:50.95pt;width:115.2pt;height:165.6pt;z-index:251702784" o:allowincell="f" filled="f" stroked="f">
            <v:textbox inset=".72pt,.72pt,.72pt,.72pt">
              <w:txbxContent>
                <w:p w:rsidR="00F86286" w:rsidRDefault="00F86286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F86286" w:rsidRPr="00142FD0" w:rsidRDefault="00F86286" w:rsidP="00F8628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WORD</w:t>
                  </w:r>
                </w:p>
                <w:p w:rsidR="00F86286" w:rsidRDefault="00F86286" w:rsidP="00F86286">
                  <w:pPr>
                    <w:rPr>
                      <w:b/>
                      <w:bCs/>
                      <w:sz w:val="24"/>
                      <w:szCs w:val="24"/>
                      <w:u w:val="single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</w:p>
                <w:p w:rsidR="002E1459" w:rsidRDefault="002E1459" w:rsidP="00F86286">
                  <w:pPr>
                    <w:rPr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  <w:p w:rsidR="007C1268" w:rsidRDefault="00FF0184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Endoplasmic Reticulum</w:t>
                  </w:r>
                </w:p>
                <w:p w:rsidR="00285A0B" w:rsidRDefault="00285A0B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E1459" w:rsidRDefault="002E1459" w:rsidP="002E1459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(5.5)</w:t>
                  </w:r>
                </w:p>
                <w:p w:rsidR="00285A0B" w:rsidRDefault="00285A0B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85A0B" w:rsidRPr="00142FD0" w:rsidRDefault="00FF0184" w:rsidP="00285A0B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 xml:space="preserve">Golgi </w:t>
                  </w:r>
                  <w:proofErr w:type="gramStart"/>
                  <w:r>
                    <w:rPr>
                      <w:b/>
                      <w:bCs/>
                      <w:sz w:val="24"/>
                      <w:szCs w:val="24"/>
                    </w:rPr>
                    <w:t>Apparatus</w:t>
                  </w:r>
                  <w:proofErr w:type="gramEnd"/>
                </w:p>
                <w:p w:rsidR="00285A0B" w:rsidRDefault="00285A0B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E1459" w:rsidRDefault="002E1459" w:rsidP="002E1459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(5.5)</w:t>
                  </w:r>
                </w:p>
                <w:p w:rsidR="00285A0B" w:rsidRPr="007C1268" w:rsidRDefault="00285A0B" w:rsidP="00F86286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group id="_x0000_s1147" style="position:absolute;margin-left:14.1pt;margin-top:43.25pt;width:525.6pt;height:684pt;z-index:251701760" coordorigin="864,1440" coordsize="10512,13680" o:allowincell="f">
            <v:rect id="_x0000_s1148" style="position:absolute;left:864;top:1440;width:10512;height:13680" o:allowincell="f" strokeweight="1pt"/>
            <v:line id="_x0000_s1149" style="position:absolute" from="3456,1440" to="3456,15120" o:allowincell="f" strokeweight="1pt"/>
            <v:line id="_x0000_s1150" style="position:absolute" from="6048,1440" to="6048,15120" o:allowincell="f" strokeweight="1pt"/>
            <v:line id="_x0000_s1151" style="position:absolute" from="8640,1440" to="8640,15120" o:allowincell="f" strokeweight="1pt"/>
            <v:line id="_x0000_s1152" style="position:absolute" from="864,5040" to="11376,5040" o:allowincell="f" strokeweight="1pt"/>
            <v:line id="_x0000_s1153" style="position:absolute" from="864,8496" to="11376,8496" o:allowincell="f" strokeweight="1pt"/>
            <v:line id="_x0000_s1154" style="position:absolute" from="864,11808" to="11376,11808" o:allowincell="f" strokeweight="1pt"/>
            <w10:wrap type="square"/>
          </v:group>
        </w:pict>
      </w:r>
      <w:r>
        <w:rPr>
          <w:b/>
          <w:bCs/>
          <w:noProof/>
        </w:rPr>
        <w:pict>
          <v:shape id="_x0000_s1170" type="#_x0000_t202" style="position:absolute;margin-left:410.1pt;margin-top:569.35pt;width:115.2pt;height:151.2pt;z-index:251718144" o:allowincell="f" filled="f" stroked="f">
            <v:textbox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87645345"/>
                    <w:placeholder>
                      <w:docPart w:val="DD1A69082D0B4182A10A693FD91B18E4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F86286" w:rsidRDefault="00F86286" w:rsidP="00F86286">
                      <w:pPr>
                        <w:rPr>
                          <w:sz w:val="24"/>
                          <w:szCs w:val="24"/>
                        </w:rPr>
                      </w:pPr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  <w:p w:rsidR="00F86286" w:rsidRPr="008B1245" w:rsidRDefault="00F86286" w:rsidP="00F86286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169" type="#_x0000_t202" style="position:absolute;margin-left:280.5pt;margin-top:569.35pt;width:115.2pt;height:151.2pt;z-index:251717120" o:allowincell="f" filled="f" stroked="f">
            <v:textbox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87645344"/>
                    <w:placeholder>
                      <w:docPart w:val="7C5E7DB637394E1F8C5328C5AD88002D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F86286" w:rsidRDefault="00F86286" w:rsidP="00F86286">
                      <w:pPr>
                        <w:rPr>
                          <w:sz w:val="24"/>
                          <w:szCs w:val="24"/>
                        </w:rPr>
                      </w:pPr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  <w:p w:rsidR="00F86286" w:rsidRPr="008B1245" w:rsidRDefault="00F86286" w:rsidP="00F86286"/>
              </w:txbxContent>
            </v:textbox>
            <w10:wrap type="square"/>
          </v:shape>
        </w:pict>
      </w:r>
      <w:r w:rsidR="00142FD0">
        <w:rPr>
          <w:b/>
          <w:bCs/>
        </w:rPr>
        <w:br w:type="page"/>
      </w:r>
    </w:p>
    <w:p w:rsidR="00F86286" w:rsidRDefault="00EA545E">
      <w:pPr>
        <w:rPr>
          <w:b/>
          <w:bCs/>
        </w:rPr>
      </w:pPr>
      <w:r>
        <w:rPr>
          <w:b/>
          <w:bCs/>
          <w:noProof/>
        </w:rPr>
        <w:lastRenderedPageBreak/>
        <w:pict>
          <v:shape id="_x0000_s1251" type="#_x0000_t32" style="position:absolute;margin-left:5.55pt;margin-top:283.5pt;width:525.6pt;height:2.25pt;z-index:251779584" o:connectortype="straight"/>
        </w:pict>
      </w:r>
      <w:r>
        <w:rPr>
          <w:b/>
          <w:bCs/>
          <w:noProof/>
        </w:rPr>
        <w:pict>
          <v:shape id="_x0000_s1254" type="#_x0000_t32" style="position:absolute;margin-left:5.55pt;margin-top:125.25pt;width:525.6pt;height:2.25pt;z-index:251782656" o:connectortype="straight"/>
        </w:pict>
      </w:r>
      <w:r>
        <w:rPr>
          <w:b/>
          <w:bCs/>
          <w:noProof/>
        </w:rPr>
        <w:pict>
          <v:shape id="_x0000_s1192" type="#_x0000_t202" style="position:absolute;margin-left:142.35pt;margin-top:543.9pt;width:115.2pt;height:151.2pt;z-index:251733504" o:allowincell="f" filled="f" stroked="f">
            <v:textbox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87645397"/>
                    <w:placeholder>
                      <w:docPart w:val="4AE36C4F56884E96A96F3826068B33AF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F86286" w:rsidRDefault="00F86286" w:rsidP="00F86286">
                      <w:pPr>
                        <w:rPr>
                          <w:sz w:val="24"/>
                          <w:szCs w:val="24"/>
                        </w:rPr>
                      </w:pPr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  <w:p w:rsidR="00F86286" w:rsidRPr="008B1245" w:rsidRDefault="00F86286" w:rsidP="00F86286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191" type="#_x0000_t202" style="position:absolute;margin-left:401.55pt;margin-top:378.3pt;width:115.2pt;height:151.2pt;z-index:251732480" o:allowincell="f" filled="f" stroked="f">
            <v:textbox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87645396"/>
                    <w:placeholder>
                      <w:docPart w:val="C0DA2930E4A7417D84342A8A0969B479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F86286" w:rsidRDefault="00F86286" w:rsidP="00F86286">
                      <w:pPr>
                        <w:rPr>
                          <w:sz w:val="24"/>
                          <w:szCs w:val="24"/>
                        </w:rPr>
                      </w:pPr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  <w:p w:rsidR="00F86286" w:rsidRPr="008B1245" w:rsidRDefault="00F86286" w:rsidP="00F86286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190" type="#_x0000_t202" style="position:absolute;margin-left:271.95pt;margin-top:378.3pt;width:115.2pt;height:151.2pt;z-index:251731456" o:allowincell="f" filled="f" stroked="f">
            <v:textbox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87645395"/>
                    <w:placeholder>
                      <w:docPart w:val="EB72F279D87F424393EA19900B847613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F86286" w:rsidRDefault="00F86286" w:rsidP="00F86286">
                      <w:pPr>
                        <w:rPr>
                          <w:sz w:val="24"/>
                          <w:szCs w:val="24"/>
                        </w:rPr>
                      </w:pPr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  <w:p w:rsidR="00F86286" w:rsidRPr="008B1245" w:rsidRDefault="00F86286" w:rsidP="00F86286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189" type="#_x0000_t202" style="position:absolute;margin-left:142.35pt;margin-top:378.3pt;width:115.2pt;height:151.2pt;z-index:251730432" o:allowincell="f" filled="f" stroked="f">
            <v:textbox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87645394"/>
                    <w:placeholder>
                      <w:docPart w:val="ADA08C52CACC43C7B2F9BB77D3B7562A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F86286" w:rsidRDefault="00F86286" w:rsidP="00F86286">
                      <w:pPr>
                        <w:rPr>
                          <w:sz w:val="24"/>
                          <w:szCs w:val="24"/>
                        </w:rPr>
                      </w:pPr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  <w:p w:rsidR="00F86286" w:rsidRPr="008B1245" w:rsidRDefault="00F86286" w:rsidP="00F86286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188" type="#_x0000_t202" style="position:absolute;margin-left:401.55pt;margin-top:205.5pt;width:115.2pt;height:158.4pt;z-index:251729408" o:allowincell="f" filled="f" stroked="f">
            <v:textbox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87645393"/>
                    <w:placeholder>
                      <w:docPart w:val="AFE891974A6A4DB9AB69EC02D4F8669F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F86286" w:rsidRDefault="00F86286" w:rsidP="00F86286"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187" type="#_x0000_t202" style="position:absolute;margin-left:271.95pt;margin-top:205.5pt;width:115.2pt;height:158.4pt;z-index:251728384" o:allowincell="f" filled="f" stroked="f">
            <v:textbox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87645392"/>
                    <w:placeholder>
                      <w:docPart w:val="2E311370D4E04C9CABCE18F6582D0795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F86286" w:rsidRDefault="00F86286" w:rsidP="00F86286"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186" type="#_x0000_t202" style="position:absolute;margin-left:142.35pt;margin-top:205.5pt;width:115.2pt;height:158.4pt;z-index:251727360" o:allowincell="f" filled="f" stroked="f">
            <v:textbox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87645391"/>
                    <w:placeholder>
                      <w:docPart w:val="B865547A799748558560E1D9D892BDEE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F86286" w:rsidRDefault="00F86286" w:rsidP="00F86286"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185" type="#_x0000_t202" style="position:absolute;margin-left:12.75pt;margin-top:543.9pt;width:115.2pt;height:151.2pt;z-index:251726336" o:allowincell="f" filled="f" stroked="f">
            <v:textbox inset=".72pt,.72pt,.72pt,.72pt">
              <w:txbxContent>
                <w:p w:rsidR="00F86286" w:rsidRDefault="00F86286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F5D6C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Osmosis</w:t>
                  </w:r>
                </w:p>
                <w:p w:rsidR="002F5D6C" w:rsidRDefault="002F5D6C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BA0C86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(5.7)</w:t>
                  </w:r>
                </w:p>
                <w:p w:rsidR="00BA0C86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C1268" w:rsidRDefault="007C1268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FF0184" w:rsidRDefault="00FF0184" w:rsidP="00FF0184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F5D6C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Hypotonic</w:t>
                  </w:r>
                </w:p>
                <w:p w:rsidR="002F5D6C" w:rsidRDefault="002F5D6C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BA0C86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(5.7)</w:t>
                  </w:r>
                </w:p>
                <w:p w:rsidR="00285A0B" w:rsidRDefault="00285A0B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85A0B" w:rsidRDefault="00285A0B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85A0B" w:rsidRDefault="00285A0B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184" type="#_x0000_t202" style="position:absolute;margin-left:12.75pt;margin-top:378.3pt;width:115.2pt;height:151.2pt;z-index:251725312" o:allowincell="f" filled="f" stroked="f">
            <v:textbox inset=".72pt,.72pt,.72pt,.72pt">
              <w:txbxContent>
                <w:p w:rsidR="00F86286" w:rsidRDefault="00F86286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BA0C86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Gradient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</w:rPr>
                    <w:tab/>
                  </w:r>
                </w:p>
                <w:p w:rsidR="00BA0C86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BA0C86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(5.7)</w:t>
                  </w:r>
                </w:p>
                <w:p w:rsidR="00BA0C86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BA0C86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F5D6C" w:rsidRDefault="002F5D6C" w:rsidP="002F5D6C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Hypertonic</w:t>
                  </w:r>
                </w:p>
                <w:p w:rsidR="002F5D6C" w:rsidRDefault="002F5D6C" w:rsidP="002F5D6C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F5D6C" w:rsidRDefault="002F5D6C" w:rsidP="002F5D6C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(5.7)</w:t>
                  </w:r>
                </w:p>
                <w:p w:rsidR="00BA0C86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BA0C86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85A0B" w:rsidRDefault="00285A0B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183" type="#_x0000_t202" style="position:absolute;margin-left:12.75pt;margin-top:205.5pt;width:115.2pt;height:158.4pt;z-index:251724288" o:allowincell="f" filled="f" stroked="f">
            <v:textbox inset=".72pt,.72pt,.72pt,.72pt">
              <w:txbxContent>
                <w:p w:rsidR="00F86286" w:rsidRDefault="00F86286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85A0B" w:rsidRPr="00142FD0" w:rsidRDefault="00285A0B" w:rsidP="00285A0B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Nucleus</w:t>
                  </w:r>
                </w:p>
                <w:p w:rsidR="007C1268" w:rsidRDefault="007C1268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C1268" w:rsidRDefault="007C1268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85A0B" w:rsidRDefault="004045CE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(5.5)</w:t>
                  </w:r>
                </w:p>
                <w:p w:rsidR="00285A0B" w:rsidRDefault="00285A0B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85A0B" w:rsidRDefault="00285A0B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BA0C86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Metabolism</w:t>
                  </w:r>
                </w:p>
                <w:p w:rsidR="00BA0C86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BA0C86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(5.6)</w:t>
                  </w:r>
                </w:p>
                <w:p w:rsidR="00285A0B" w:rsidRDefault="00285A0B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182" type="#_x0000_t202" style="position:absolute;margin-left:403.5pt;margin-top:25.5pt;width:115.2pt;height:165.6pt;z-index:251723264" o:allowincell="f" filled="f" stroked="f">
            <v:textbox inset=".72pt,.72pt,.72pt,.72pt">
              <w:txbxContent>
                <w:p w:rsidR="00F86286" w:rsidRDefault="00F86286" w:rsidP="00F86286">
                  <w:pPr>
                    <w:rPr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  <w:p w:rsidR="00F86286" w:rsidRPr="00142FD0" w:rsidRDefault="00F86286" w:rsidP="00F8628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VISUAL</w:t>
                  </w:r>
                </w:p>
                <w:p w:rsidR="00F86286" w:rsidRPr="00142FD0" w:rsidRDefault="00F86286" w:rsidP="00F86286">
                  <w:pPr>
                    <w:rPr>
                      <w:u w:val="single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</w:p>
                <w:p w:rsidR="00F86286" w:rsidRDefault="00F86286" w:rsidP="00F86286"/>
                <w:p w:rsidR="00F86286" w:rsidRDefault="00F86286" w:rsidP="00F86286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181" type="#_x0000_t202" style="position:absolute;margin-left:271.95pt;margin-top:25.5pt;width:115.2pt;height:165.6pt;z-index:251722240" o:allowincell="f" filled="f" stroked="f">
            <v:textbox inset=".72pt,.72pt,.72pt,.72pt">
              <w:txbxContent>
                <w:p w:rsidR="00F86286" w:rsidRDefault="00F86286" w:rsidP="00F86286">
                  <w:pPr>
                    <w:rPr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  <w:p w:rsidR="00F86286" w:rsidRPr="00142FD0" w:rsidRDefault="00F86286" w:rsidP="00F8628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EXAMPLES</w:t>
                  </w:r>
                </w:p>
                <w:p w:rsidR="00F86286" w:rsidRPr="00142FD0" w:rsidRDefault="00F86286" w:rsidP="00F86286">
                  <w:pPr>
                    <w:rPr>
                      <w:u w:val="single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</w:p>
                <w:p w:rsidR="00F86286" w:rsidRDefault="00F86286" w:rsidP="00F86286"/>
                <w:p w:rsidR="00F86286" w:rsidRDefault="00F86286" w:rsidP="00F86286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180" type="#_x0000_t202" style="position:absolute;margin-left:142.35pt;margin-top:25.5pt;width:115.2pt;height:165.6pt;z-index:251721216" o:allowincell="f" filled="f" stroked="f">
            <v:textbox inset=".72pt,.72pt,.72pt,.72pt">
              <w:txbxContent>
                <w:p w:rsidR="00F86286" w:rsidRDefault="00F86286" w:rsidP="00F86286">
                  <w:pPr>
                    <w:rPr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  <w:p w:rsidR="00F86286" w:rsidRPr="00142FD0" w:rsidRDefault="00F86286" w:rsidP="00F8628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EXPLANATION</w:t>
                  </w:r>
                </w:p>
                <w:p w:rsidR="00F86286" w:rsidRPr="00142FD0" w:rsidRDefault="00F86286" w:rsidP="00F86286">
                  <w:pPr>
                    <w:rPr>
                      <w:u w:val="single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</w:p>
                <w:p w:rsidR="00F86286" w:rsidRDefault="00F86286" w:rsidP="00F86286"/>
                <w:p w:rsidR="00F86286" w:rsidRDefault="00F86286" w:rsidP="00F86286"/>
                <w:p w:rsidR="00F86286" w:rsidRDefault="00F86286" w:rsidP="00F86286"/>
                <w:p w:rsidR="00F86286" w:rsidRPr="00142FD0" w:rsidRDefault="00F86286" w:rsidP="00F86286">
                  <w:pPr>
                    <w:rPr>
                      <w:b/>
                      <w:u w:val="single"/>
                    </w:rPr>
                  </w:pPr>
                </w:p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179" type="#_x0000_t202" style="position:absolute;margin-left:12.75pt;margin-top:25.5pt;width:115.2pt;height:165.6pt;z-index:251720192" o:allowincell="f" filled="f" stroked="f">
            <v:textbox inset=".72pt,.72pt,.72pt,.72pt">
              <w:txbxContent>
                <w:p w:rsidR="00F86286" w:rsidRDefault="00F86286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F86286" w:rsidRPr="00142FD0" w:rsidRDefault="00F86286" w:rsidP="00F8628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WORD</w:t>
                  </w:r>
                </w:p>
                <w:p w:rsidR="00F86286" w:rsidRDefault="00F86286" w:rsidP="00F86286">
                  <w:pPr>
                    <w:rPr>
                      <w:b/>
                      <w:bCs/>
                      <w:sz w:val="24"/>
                      <w:szCs w:val="24"/>
                      <w:u w:val="single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</w:p>
                <w:p w:rsidR="007C1268" w:rsidRDefault="007C1268" w:rsidP="00F86286">
                  <w:pPr>
                    <w:rPr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  <w:p w:rsidR="00BA0C86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DNA</w:t>
                  </w:r>
                </w:p>
                <w:p w:rsidR="00BA0C86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BA0C86" w:rsidRDefault="00BA0C86" w:rsidP="00BA0C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(5.5)</w:t>
                  </w:r>
                </w:p>
                <w:p w:rsidR="00285A0B" w:rsidRDefault="00285A0B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85A0B" w:rsidRPr="00142FD0" w:rsidRDefault="00285A0B" w:rsidP="00285A0B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Organelles</w:t>
                  </w:r>
                </w:p>
                <w:p w:rsidR="00285A0B" w:rsidRDefault="00285A0B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4045CE" w:rsidRPr="00285A0B" w:rsidRDefault="004045CE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(5.5)</w:t>
                  </w:r>
                </w:p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group id="_x0000_s1171" style="position:absolute;margin-left:5.55pt;margin-top:17.8pt;width:525.6pt;height:684pt;z-index:251719168" coordorigin="864,1440" coordsize="10512,13680" o:allowincell="f">
            <v:rect id="_x0000_s1172" style="position:absolute;left:864;top:1440;width:10512;height:13680" o:allowincell="f" strokeweight="1pt"/>
            <v:line id="_x0000_s1173" style="position:absolute" from="3456,1440" to="3456,15120" o:allowincell="f" strokeweight="1pt"/>
            <v:line id="_x0000_s1174" style="position:absolute" from="6048,1440" to="6048,15120" o:allowincell="f" strokeweight="1pt"/>
            <v:line id="_x0000_s1175" style="position:absolute" from="8640,1440" to="8640,15120" o:allowincell="f" strokeweight="1pt"/>
            <v:line id="_x0000_s1176" style="position:absolute" from="864,5040" to="11376,5040" o:allowincell="f" strokeweight="1pt"/>
            <v:line id="_x0000_s1177" style="position:absolute" from="864,8496" to="11376,8496" o:allowincell="f" strokeweight="1pt"/>
            <v:line id="_x0000_s1178" style="position:absolute" from="864,11808" to="11376,11808" o:allowincell="f" strokeweight="1pt"/>
            <w10:wrap type="square"/>
          </v:group>
        </w:pict>
      </w:r>
      <w:r>
        <w:rPr>
          <w:b/>
          <w:bCs/>
          <w:noProof/>
        </w:rPr>
        <w:pict>
          <v:shape id="_x0000_s1194" type="#_x0000_t202" style="position:absolute;margin-left:401.55pt;margin-top:543.9pt;width:115.2pt;height:151.2pt;z-index:251735552" o:allowincell="f" filled="f" stroked="f">
            <v:textbox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87645399"/>
                    <w:placeholder>
                      <w:docPart w:val="02803D157DC64721AEC506FDEDEC547B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F86286" w:rsidRDefault="00F86286" w:rsidP="00F86286">
                      <w:pPr>
                        <w:rPr>
                          <w:sz w:val="24"/>
                          <w:szCs w:val="24"/>
                        </w:rPr>
                      </w:pPr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  <w:p w:rsidR="00F86286" w:rsidRPr="008B1245" w:rsidRDefault="00F86286" w:rsidP="00F86286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193" type="#_x0000_t202" style="position:absolute;margin-left:271.95pt;margin-top:543.9pt;width:115.2pt;height:151.2pt;z-index:251734528" o:allowincell="f" filled="f" stroked="f">
            <v:textbox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87645398"/>
                    <w:placeholder>
                      <w:docPart w:val="2A1D5B6809664AAB98E0CD25A668CCAE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F86286" w:rsidRDefault="00F86286" w:rsidP="00F86286">
                      <w:pPr>
                        <w:rPr>
                          <w:sz w:val="24"/>
                          <w:szCs w:val="24"/>
                        </w:rPr>
                      </w:pPr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  <w:p w:rsidR="00F86286" w:rsidRPr="008B1245" w:rsidRDefault="00F86286" w:rsidP="00F86286"/>
              </w:txbxContent>
            </v:textbox>
            <w10:wrap type="square"/>
          </v:shape>
        </w:pict>
      </w:r>
    </w:p>
    <w:p w:rsidR="00F86286" w:rsidRDefault="00EA545E">
      <w:pPr>
        <w:autoSpaceDE/>
        <w:autoSpaceDN/>
        <w:rPr>
          <w:b/>
          <w:bCs/>
        </w:rPr>
      </w:pPr>
      <w:r>
        <w:rPr>
          <w:b/>
          <w:bCs/>
          <w:noProof/>
        </w:rPr>
        <w:pict>
          <v:shape id="_x0000_s1253" type="#_x0000_t32" style="position:absolute;margin-left:7.2pt;margin-top:603.5pt;width:525.6pt;height:2.25pt;z-index:251781632" o:connectortype="straight"/>
        </w:pict>
      </w:r>
      <w:r>
        <w:rPr>
          <w:b/>
          <w:bCs/>
          <w:noProof/>
        </w:rPr>
        <w:pict>
          <v:shape id="_x0000_s1252" type="#_x0000_t32" style="position:absolute;margin-left:5.55pt;margin-top:435.5pt;width:525.6pt;height:2.25pt;z-index:251780608" o:connectortype="straight"/>
        </w:pict>
      </w:r>
      <w:r w:rsidR="00F86286">
        <w:rPr>
          <w:b/>
          <w:bCs/>
        </w:rPr>
        <w:br w:type="page"/>
      </w:r>
    </w:p>
    <w:p w:rsidR="00F86286" w:rsidRDefault="00F86286">
      <w:pPr>
        <w:rPr>
          <w:b/>
          <w:bCs/>
        </w:rPr>
      </w:pPr>
    </w:p>
    <w:p w:rsidR="00F86286" w:rsidRDefault="00EA545E">
      <w:pPr>
        <w:autoSpaceDE/>
        <w:autoSpaceDN/>
        <w:rPr>
          <w:b/>
          <w:bCs/>
        </w:rPr>
      </w:pPr>
      <w:r>
        <w:rPr>
          <w:b/>
          <w:bCs/>
          <w:noProof/>
        </w:rPr>
        <w:pict>
          <v:shape id="_x0000_s1250" type="#_x0000_t32" style="position:absolute;margin-left:9.6pt;margin-top:617pt;width:525.6pt;height:2.25pt;z-index:251778560" o:connectortype="straight"/>
        </w:pict>
      </w:r>
      <w:r>
        <w:rPr>
          <w:b/>
          <w:bCs/>
          <w:noProof/>
        </w:rPr>
        <w:pict>
          <v:shape id="_x0000_s1249" type="#_x0000_t32" style="position:absolute;margin-left:9.6pt;margin-top:455pt;width:525.6pt;height:2.25pt;z-index:251777536" o:connectortype="straight"/>
        </w:pict>
      </w:r>
      <w:r>
        <w:rPr>
          <w:b/>
          <w:bCs/>
          <w:noProof/>
        </w:rPr>
        <w:pict>
          <v:shape id="_x0000_s1247" type="#_x0000_t32" style="position:absolute;margin-left:9.6pt;margin-top:285.5pt;width:525.6pt;height:2.25pt;z-index:251775488" o:connectortype="straight"/>
        </w:pict>
      </w:r>
      <w:r>
        <w:rPr>
          <w:b/>
          <w:bCs/>
          <w:noProof/>
        </w:rPr>
        <w:pict>
          <v:shape id="_x0000_s1248" type="#_x0000_t32" style="position:absolute;margin-left:9.6pt;margin-top:133.25pt;width:525.6pt;height:2.25pt;z-index:251776512" o:connectortype="straight"/>
        </w:pict>
      </w:r>
      <w:r>
        <w:rPr>
          <w:b/>
          <w:bCs/>
          <w:noProof/>
        </w:rPr>
        <w:pict>
          <v:shape id="_x0000_s1216" type="#_x0000_t202" style="position:absolute;margin-left:146.4pt;margin-top:543.1pt;width:115.2pt;height:151.2pt;z-index:251750912" o:allowincell="f" filled="f" stroked="f">
            <v:textbox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87645469"/>
                    <w:placeholder>
                      <w:docPart w:val="E7BA70EF53014ABCB053E32FD5EA0B77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F86286" w:rsidRDefault="00F86286" w:rsidP="00F86286">
                      <w:pPr>
                        <w:rPr>
                          <w:sz w:val="24"/>
                          <w:szCs w:val="24"/>
                        </w:rPr>
                      </w:pPr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  <w:p w:rsidR="00F86286" w:rsidRPr="008B1245" w:rsidRDefault="00F86286" w:rsidP="00F86286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215" type="#_x0000_t202" style="position:absolute;margin-left:405.6pt;margin-top:377.5pt;width:115.2pt;height:151.2pt;z-index:251749888" o:allowincell="f" filled="f" stroked="f">
            <v:textbox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87645468"/>
                    <w:placeholder>
                      <w:docPart w:val="722C8788AD7F4091B2590BEAF779D8D8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F86286" w:rsidRDefault="00F86286" w:rsidP="00F86286">
                      <w:pPr>
                        <w:rPr>
                          <w:sz w:val="24"/>
                          <w:szCs w:val="24"/>
                        </w:rPr>
                      </w:pPr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  <w:p w:rsidR="00F86286" w:rsidRPr="008B1245" w:rsidRDefault="00F86286" w:rsidP="00F86286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214" type="#_x0000_t202" style="position:absolute;margin-left:276pt;margin-top:377.5pt;width:115.2pt;height:151.2pt;z-index:251748864" o:allowincell="f" filled="f" stroked="f">
            <v:textbox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87645467"/>
                    <w:placeholder>
                      <w:docPart w:val="FE38804E17DE4507BFE31C7B17A2B3E3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F86286" w:rsidRDefault="00F86286" w:rsidP="00F86286">
                      <w:pPr>
                        <w:rPr>
                          <w:sz w:val="24"/>
                          <w:szCs w:val="24"/>
                        </w:rPr>
                      </w:pPr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  <w:p w:rsidR="00F86286" w:rsidRPr="008B1245" w:rsidRDefault="00F86286" w:rsidP="00F86286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213" type="#_x0000_t202" style="position:absolute;margin-left:146.4pt;margin-top:377.5pt;width:115.2pt;height:151.2pt;z-index:251747840" o:allowincell="f" filled="f" stroked="f">
            <v:textbox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87645466"/>
                    <w:placeholder>
                      <w:docPart w:val="0756BD7BBEF24DBC8F5E8B7848F0A378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F86286" w:rsidRDefault="00F86286" w:rsidP="00F86286">
                      <w:pPr>
                        <w:rPr>
                          <w:sz w:val="24"/>
                          <w:szCs w:val="24"/>
                        </w:rPr>
                      </w:pPr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  <w:p w:rsidR="00F86286" w:rsidRPr="008B1245" w:rsidRDefault="00F86286" w:rsidP="00F86286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212" type="#_x0000_t202" style="position:absolute;margin-left:405.6pt;margin-top:204.7pt;width:115.2pt;height:158.4pt;z-index:251746816" o:allowincell="f" filled="f" stroked="f">
            <v:textbox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87645465"/>
                    <w:placeholder>
                      <w:docPart w:val="A0438EC1822549F58FD3B2C668E9CB79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F86286" w:rsidRDefault="00F86286" w:rsidP="00F86286"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211" type="#_x0000_t202" style="position:absolute;margin-left:276pt;margin-top:204.7pt;width:115.2pt;height:158.4pt;z-index:251745792" o:allowincell="f" filled="f" stroked="f">
            <v:textbox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87645464"/>
                    <w:placeholder>
                      <w:docPart w:val="79DE034764EF4F91A99B93255A4155DE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F86286" w:rsidRDefault="00F86286" w:rsidP="00F86286"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210" type="#_x0000_t202" style="position:absolute;margin-left:146.4pt;margin-top:204.7pt;width:115.2pt;height:158.4pt;z-index:251744768" o:allowincell="f" filled="f" stroked="f">
            <v:textbox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87645463"/>
                    <w:placeholder>
                      <w:docPart w:val="55BB0EE76C3849FD9FAB64AF2FA53FC5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F86286" w:rsidRDefault="00F86286" w:rsidP="00F86286"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209" type="#_x0000_t202" style="position:absolute;margin-left:16.8pt;margin-top:543.1pt;width:115.2pt;height:151.2pt;z-index:251743744" o:allowincell="f" filled="f" stroked="f">
            <v:textbox inset=".72pt,.72pt,.72pt,.72pt">
              <w:txbxContent>
                <w:p w:rsidR="002F5D6C" w:rsidRDefault="002F5D6C" w:rsidP="002F5D6C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F5D6C" w:rsidRDefault="002F5D6C" w:rsidP="002F5D6C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Mitosis</w:t>
                  </w:r>
                </w:p>
                <w:p w:rsidR="002F5D6C" w:rsidRDefault="002F5D6C" w:rsidP="002F5D6C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F5D6C" w:rsidRDefault="002F5D6C" w:rsidP="002F5D6C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(5.10)</w:t>
                  </w:r>
                </w:p>
                <w:p w:rsidR="00F86286" w:rsidRDefault="00F86286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F5D6C" w:rsidRDefault="002F5D6C" w:rsidP="002F5D6C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F5D6C" w:rsidRDefault="002F5D6C" w:rsidP="002F5D6C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Specialized</w:t>
                  </w:r>
                </w:p>
                <w:p w:rsidR="002F5D6C" w:rsidRDefault="002F5D6C" w:rsidP="002F5D6C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F5D6C" w:rsidRDefault="002F5D6C" w:rsidP="002F5D6C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(5.11)</w:t>
                  </w:r>
                </w:p>
                <w:p w:rsidR="00AC6A79" w:rsidRDefault="00AC6A79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FF0184" w:rsidRDefault="00FF0184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FF0184" w:rsidRDefault="00FF0184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AC6A79" w:rsidRDefault="00AC6A79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AC6A79" w:rsidRDefault="00AC6A79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A9367A" w:rsidRDefault="00A9367A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A9367A" w:rsidRDefault="00A9367A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208" type="#_x0000_t202" style="position:absolute;margin-left:16.8pt;margin-top:377.5pt;width:115.2pt;height:151.2pt;z-index:251742720" o:allowincell="f" filled="f" stroked="f">
            <v:textbox inset=".72pt,.72pt,.72pt,.72pt">
              <w:txbxContent>
                <w:p w:rsidR="00F86286" w:rsidRDefault="00F86286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F5D6C" w:rsidRDefault="002F5D6C" w:rsidP="002F5D6C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Cell Cycle</w:t>
                  </w:r>
                </w:p>
                <w:p w:rsidR="002F5D6C" w:rsidRDefault="002F5D6C" w:rsidP="002F5D6C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F5D6C" w:rsidRDefault="002F5D6C" w:rsidP="002F5D6C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(5.9)</w:t>
                  </w:r>
                </w:p>
                <w:p w:rsidR="007C1268" w:rsidRDefault="007C1268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AC6A79" w:rsidRDefault="00AC6A79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AC6A79" w:rsidRDefault="002F5D6C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b/>
                      <w:bCs/>
                      <w:sz w:val="24"/>
                      <w:szCs w:val="24"/>
                    </w:rPr>
                    <w:t>Interphase</w:t>
                  </w:r>
                  <w:proofErr w:type="spellEnd"/>
                </w:p>
                <w:p w:rsidR="002F5D6C" w:rsidRDefault="002F5D6C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F5D6C" w:rsidRDefault="002F5D6C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(5.9)</w:t>
                  </w:r>
                </w:p>
                <w:p w:rsidR="00AC6A79" w:rsidRDefault="00AC6A79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207" type="#_x0000_t202" style="position:absolute;margin-left:16.8pt;margin-top:204.7pt;width:115.2pt;height:158.4pt;z-index:251741696" o:allowincell="f" filled="f" stroked="f">
            <v:textbox inset=".72pt,.72pt,.72pt,.72pt">
              <w:txbxContent>
                <w:p w:rsidR="00F86286" w:rsidRDefault="00F86286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F5D6C" w:rsidRDefault="002F5D6C" w:rsidP="002F5D6C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Passive Transport</w:t>
                  </w:r>
                </w:p>
                <w:p w:rsidR="002F5D6C" w:rsidRDefault="002F5D6C" w:rsidP="002F5D6C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F5D6C" w:rsidRDefault="002F5D6C" w:rsidP="002F5D6C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(5.8)</w:t>
                  </w:r>
                </w:p>
                <w:p w:rsidR="002F5D6C" w:rsidRDefault="002F5D6C" w:rsidP="002F5D6C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F5D6C" w:rsidRDefault="002F5D6C" w:rsidP="002F5D6C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F5D6C" w:rsidRDefault="002F5D6C" w:rsidP="002F5D6C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F5D6C" w:rsidRDefault="002F5D6C" w:rsidP="002F5D6C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Active Transport</w:t>
                  </w:r>
                </w:p>
                <w:p w:rsidR="002F5D6C" w:rsidRDefault="002F5D6C" w:rsidP="002F5D6C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F5D6C" w:rsidRDefault="002F5D6C" w:rsidP="002F5D6C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F5D6C" w:rsidRDefault="002F5D6C" w:rsidP="002F5D6C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(5.8)</w:t>
                  </w:r>
                </w:p>
                <w:p w:rsidR="00285A0B" w:rsidRDefault="00285A0B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85A0B" w:rsidRDefault="00285A0B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85A0B" w:rsidRDefault="00285A0B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85A0B" w:rsidRDefault="00285A0B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85A0B" w:rsidRDefault="00285A0B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C1268" w:rsidRDefault="007C1268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C1268" w:rsidRDefault="007C1268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206" type="#_x0000_t202" style="position:absolute;margin-left:407.55pt;margin-top:24.7pt;width:115.2pt;height:165.6pt;z-index:251740672" o:allowincell="f" filled="f" stroked="f">
            <v:textbox inset=".72pt,.72pt,.72pt,.72pt">
              <w:txbxContent>
                <w:p w:rsidR="00F86286" w:rsidRDefault="00F86286" w:rsidP="00F86286">
                  <w:pPr>
                    <w:rPr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  <w:p w:rsidR="00F86286" w:rsidRPr="00142FD0" w:rsidRDefault="00F86286" w:rsidP="00F8628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VISUAL</w:t>
                  </w:r>
                </w:p>
                <w:p w:rsidR="00F86286" w:rsidRPr="00142FD0" w:rsidRDefault="00F86286" w:rsidP="00F86286">
                  <w:pPr>
                    <w:rPr>
                      <w:u w:val="single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</w:p>
                <w:p w:rsidR="00F86286" w:rsidRDefault="00F86286" w:rsidP="00F86286"/>
                <w:p w:rsidR="00F86286" w:rsidRDefault="00F86286" w:rsidP="00F86286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205" type="#_x0000_t202" style="position:absolute;margin-left:276pt;margin-top:24.7pt;width:115.2pt;height:165.6pt;z-index:251739648" o:allowincell="f" filled="f" stroked="f">
            <v:textbox inset=".72pt,.72pt,.72pt,.72pt">
              <w:txbxContent>
                <w:p w:rsidR="00F86286" w:rsidRDefault="00F86286" w:rsidP="00F86286">
                  <w:pPr>
                    <w:rPr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  <w:p w:rsidR="00F86286" w:rsidRPr="00142FD0" w:rsidRDefault="00F86286" w:rsidP="00F8628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EXAMPLES</w:t>
                  </w:r>
                </w:p>
                <w:p w:rsidR="00F86286" w:rsidRPr="00142FD0" w:rsidRDefault="00F86286" w:rsidP="00F86286">
                  <w:pPr>
                    <w:rPr>
                      <w:u w:val="single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</w:p>
                <w:p w:rsidR="00F86286" w:rsidRDefault="00F86286" w:rsidP="00F86286"/>
                <w:p w:rsidR="00F86286" w:rsidRDefault="00F86286" w:rsidP="00F86286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204" type="#_x0000_t202" style="position:absolute;margin-left:146.4pt;margin-top:24.7pt;width:115.2pt;height:165.6pt;z-index:251738624" o:allowincell="f" filled="f" stroked="f">
            <v:textbox style="mso-next-textbox:#_x0000_s1204" inset=".72pt,.72pt,.72pt,.72pt">
              <w:txbxContent>
                <w:p w:rsidR="00F86286" w:rsidRDefault="00F86286" w:rsidP="00F86286">
                  <w:pPr>
                    <w:rPr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  <w:p w:rsidR="00F86286" w:rsidRPr="00142FD0" w:rsidRDefault="00F86286" w:rsidP="00F8628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EXPLANATION</w:t>
                  </w:r>
                </w:p>
                <w:p w:rsidR="00F86286" w:rsidRPr="00142FD0" w:rsidRDefault="00F86286" w:rsidP="00F86286">
                  <w:pPr>
                    <w:rPr>
                      <w:u w:val="single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</w:p>
                <w:p w:rsidR="00F86286" w:rsidRDefault="00F86286" w:rsidP="00F86286"/>
                <w:p w:rsidR="00F86286" w:rsidRDefault="00F86286" w:rsidP="00F86286"/>
                <w:p w:rsidR="00F86286" w:rsidRDefault="00F86286" w:rsidP="00F86286"/>
                <w:p w:rsidR="00F86286" w:rsidRPr="00142FD0" w:rsidRDefault="00F86286" w:rsidP="00F86286">
                  <w:pPr>
                    <w:rPr>
                      <w:b/>
                      <w:u w:val="single"/>
                    </w:rPr>
                  </w:pPr>
                </w:p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203" type="#_x0000_t202" style="position:absolute;margin-left:16.8pt;margin-top:24.7pt;width:115.2pt;height:165.6pt;z-index:251737600" o:allowincell="f" filled="f" stroked="f">
            <v:textbox style="mso-next-textbox:#_x0000_s1203" inset=".72pt,.72pt,.72pt,.72pt">
              <w:txbxContent>
                <w:p w:rsidR="00F86286" w:rsidRDefault="00F86286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F86286" w:rsidRPr="00142FD0" w:rsidRDefault="00F86286" w:rsidP="00F8628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WORD</w:t>
                  </w:r>
                </w:p>
                <w:p w:rsidR="00F86286" w:rsidRDefault="00F86286" w:rsidP="00F86286">
                  <w:pPr>
                    <w:rPr>
                      <w:b/>
                      <w:bCs/>
                      <w:sz w:val="24"/>
                      <w:szCs w:val="24"/>
                      <w:u w:val="single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</w:p>
                <w:p w:rsidR="007C1268" w:rsidRDefault="007C1268" w:rsidP="00F86286">
                  <w:pPr>
                    <w:rPr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  <w:p w:rsidR="00FF0184" w:rsidRDefault="002E1459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Diffusion</w:t>
                  </w:r>
                </w:p>
                <w:p w:rsidR="00285A0B" w:rsidRDefault="00285A0B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4045CE" w:rsidRDefault="002E1459" w:rsidP="004045CE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(5.7</w:t>
                  </w:r>
                  <w:r w:rsidR="004045CE">
                    <w:rPr>
                      <w:b/>
                      <w:bCs/>
                      <w:sz w:val="24"/>
                      <w:szCs w:val="24"/>
                    </w:rPr>
                    <w:t>)</w:t>
                  </w:r>
                </w:p>
                <w:p w:rsidR="00285A0B" w:rsidRDefault="00285A0B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F5D6C" w:rsidRDefault="002F5D6C" w:rsidP="002F5D6C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F5D6C" w:rsidRDefault="002F5D6C" w:rsidP="002F5D6C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Concentration</w:t>
                  </w:r>
                </w:p>
                <w:p w:rsidR="002F5D6C" w:rsidRDefault="002F5D6C" w:rsidP="002F5D6C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F5D6C" w:rsidRDefault="002F5D6C" w:rsidP="002F5D6C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(5.7)</w:t>
                  </w:r>
                </w:p>
                <w:p w:rsidR="00285A0B" w:rsidRDefault="00285A0B" w:rsidP="00F8628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group id="_x0000_s1195" style="position:absolute;margin-left:9.6pt;margin-top:17pt;width:525.6pt;height:684pt;z-index:251736576" coordorigin="864,1440" coordsize="10512,13680" o:allowincell="f">
            <v:rect id="_x0000_s1196" style="position:absolute;left:864;top:1440;width:10512;height:13680" o:allowincell="f" strokeweight="1pt"/>
            <v:line id="_x0000_s1197" style="position:absolute" from="3456,1440" to="3456,15120" o:allowincell="f" strokeweight="1pt"/>
            <v:line id="_x0000_s1198" style="position:absolute" from="6048,1440" to="6048,15120" o:allowincell="f" strokeweight="1pt"/>
            <v:line id="_x0000_s1199" style="position:absolute" from="8640,1440" to="8640,15120" o:allowincell="f" strokeweight="1pt"/>
            <v:line id="_x0000_s1200" style="position:absolute" from="864,5040" to="11376,5040" o:allowincell="f" strokeweight="1pt"/>
            <v:line id="_x0000_s1201" style="position:absolute" from="864,8496" to="11376,8496" o:allowincell="f" strokeweight="1pt"/>
            <v:line id="_x0000_s1202" style="position:absolute" from="864,11808" to="11376,11808" o:allowincell="f" strokeweight="1pt"/>
            <w10:wrap type="square"/>
          </v:group>
        </w:pict>
      </w:r>
      <w:r>
        <w:rPr>
          <w:b/>
          <w:bCs/>
          <w:noProof/>
        </w:rPr>
        <w:pict>
          <v:shape id="_x0000_s1218" type="#_x0000_t202" style="position:absolute;margin-left:405.6pt;margin-top:543.1pt;width:115.2pt;height:151.2pt;z-index:251752960" o:allowincell="f" filled="f" stroked="f">
            <v:textbox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87645471"/>
                    <w:placeholder>
                      <w:docPart w:val="E329D5887159470FB1381B2B0C496E29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F86286" w:rsidRDefault="00F86286" w:rsidP="00F86286">
                      <w:pPr>
                        <w:rPr>
                          <w:sz w:val="24"/>
                          <w:szCs w:val="24"/>
                        </w:rPr>
                      </w:pPr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  <w:p w:rsidR="00F86286" w:rsidRPr="008B1245" w:rsidRDefault="00F86286" w:rsidP="00F86286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217" type="#_x0000_t202" style="position:absolute;margin-left:276pt;margin-top:543.1pt;width:115.2pt;height:151.2pt;z-index:251751936" o:allowincell="f" filled="f" stroked="f">
            <v:textbox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87645470"/>
                    <w:placeholder>
                      <w:docPart w:val="7D44AFC8927149C1A813DCCA6A8E8006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F86286" w:rsidRDefault="00F86286" w:rsidP="00F86286">
                      <w:pPr>
                        <w:rPr>
                          <w:sz w:val="24"/>
                          <w:szCs w:val="24"/>
                        </w:rPr>
                      </w:pPr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  <w:p w:rsidR="00F86286" w:rsidRPr="008B1245" w:rsidRDefault="00F86286" w:rsidP="00F86286"/>
              </w:txbxContent>
            </v:textbox>
            <w10:wrap type="square"/>
          </v:shape>
        </w:pict>
      </w:r>
      <w:r w:rsidR="00F86286">
        <w:rPr>
          <w:b/>
          <w:bCs/>
        </w:rPr>
        <w:br w:type="page"/>
      </w:r>
    </w:p>
    <w:p w:rsidR="00F86286" w:rsidRDefault="00F86286">
      <w:pPr>
        <w:rPr>
          <w:b/>
          <w:bCs/>
        </w:rPr>
      </w:pPr>
    </w:p>
    <w:p w:rsidR="00F86286" w:rsidRDefault="00F86286">
      <w:pPr>
        <w:autoSpaceDE/>
        <w:autoSpaceDN/>
        <w:rPr>
          <w:b/>
          <w:bCs/>
        </w:rPr>
      </w:pPr>
      <w:r>
        <w:rPr>
          <w:b/>
          <w:bCs/>
        </w:rPr>
        <w:br w:type="page"/>
      </w:r>
    </w:p>
    <w:p w:rsidR="00F86286" w:rsidRDefault="00F86286">
      <w:pPr>
        <w:rPr>
          <w:b/>
          <w:bCs/>
        </w:rPr>
      </w:pPr>
    </w:p>
    <w:p w:rsidR="00AC6A79" w:rsidRDefault="00AC6A79">
      <w:pPr>
        <w:autoSpaceDE/>
        <w:autoSpaceDN/>
        <w:rPr>
          <w:b/>
          <w:bCs/>
        </w:rPr>
      </w:pPr>
    </w:p>
    <w:p w:rsidR="00AC6A79" w:rsidRDefault="00AC6A79">
      <w:pPr>
        <w:autoSpaceDE/>
        <w:autoSpaceDN/>
        <w:rPr>
          <w:b/>
          <w:bCs/>
        </w:rPr>
      </w:pPr>
      <w:r>
        <w:rPr>
          <w:b/>
          <w:bCs/>
        </w:rPr>
        <w:br w:type="page"/>
      </w:r>
    </w:p>
    <w:p w:rsidR="00F86286" w:rsidRDefault="00F86286">
      <w:pPr>
        <w:autoSpaceDE/>
        <w:autoSpaceDN/>
        <w:rPr>
          <w:b/>
          <w:bCs/>
        </w:rPr>
      </w:pPr>
      <w:r>
        <w:rPr>
          <w:b/>
          <w:bCs/>
        </w:rPr>
        <w:lastRenderedPageBreak/>
        <w:br w:type="page"/>
      </w:r>
    </w:p>
    <w:p w:rsidR="00F86286" w:rsidRDefault="00F86286">
      <w:pPr>
        <w:rPr>
          <w:b/>
          <w:bCs/>
        </w:rPr>
      </w:pPr>
    </w:p>
    <w:p w:rsidR="00F86286" w:rsidRDefault="00F86286">
      <w:pPr>
        <w:autoSpaceDE/>
        <w:autoSpaceDN/>
        <w:rPr>
          <w:b/>
          <w:bCs/>
        </w:rPr>
      </w:pPr>
      <w:r>
        <w:rPr>
          <w:b/>
          <w:bCs/>
        </w:rPr>
        <w:br w:type="page"/>
      </w:r>
    </w:p>
    <w:p w:rsidR="00F86286" w:rsidRDefault="00F86286">
      <w:pPr>
        <w:rPr>
          <w:b/>
          <w:bCs/>
        </w:rPr>
      </w:pPr>
    </w:p>
    <w:p w:rsidR="00F86286" w:rsidRDefault="00F86286">
      <w:pPr>
        <w:autoSpaceDE/>
        <w:autoSpaceDN/>
        <w:rPr>
          <w:b/>
          <w:bCs/>
        </w:rPr>
      </w:pPr>
      <w:r>
        <w:rPr>
          <w:b/>
          <w:bCs/>
        </w:rPr>
        <w:br w:type="page"/>
      </w:r>
    </w:p>
    <w:p w:rsidR="00142FD0" w:rsidRPr="00142FD0" w:rsidRDefault="00EA545E">
      <w:pPr>
        <w:rPr>
          <w:b/>
          <w:bCs/>
        </w:rPr>
      </w:pPr>
      <w:r>
        <w:rPr>
          <w:b/>
          <w:bCs/>
          <w:noProof/>
        </w:rPr>
        <w:lastRenderedPageBreak/>
        <w:pict>
          <v:shape id="_x0000_s1073" type="#_x0000_t202" style="position:absolute;margin-left:285.6pt;margin-top:573.6pt;width:115.2pt;height:151.2pt;z-index:251682304" o:allowincell="f" filled="f" stroked="f">
            <v:textbox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87645164"/>
                    <w:placeholder>
                      <w:docPart w:val="1E13495903FD4C3AA1A44B3971E44817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142FD0" w:rsidRDefault="00142FD0" w:rsidP="00142FD0">
                      <w:pPr>
                        <w:rPr>
                          <w:sz w:val="24"/>
                          <w:szCs w:val="24"/>
                        </w:rPr>
                      </w:pPr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  <w:p w:rsidR="00142FD0" w:rsidRPr="008B1245" w:rsidRDefault="00142FD0" w:rsidP="00142FD0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072" type="#_x0000_t202" style="position:absolute;margin-left:156pt;margin-top:573.6pt;width:115.2pt;height:151.2pt;z-index:251681280" o:allowincell="f" filled="f" stroked="f">
            <v:textbox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87645163"/>
                    <w:placeholder>
                      <w:docPart w:val="CEC0DDF0BF9C4A7696D3A31563CA49AF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142FD0" w:rsidRDefault="00142FD0" w:rsidP="00142FD0">
                      <w:pPr>
                        <w:rPr>
                          <w:sz w:val="24"/>
                          <w:szCs w:val="24"/>
                        </w:rPr>
                      </w:pPr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  <w:p w:rsidR="00142FD0" w:rsidRPr="008B1245" w:rsidRDefault="00142FD0" w:rsidP="00142FD0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071" type="#_x0000_t202" style="position:absolute;margin-left:415.2pt;margin-top:408pt;width:115.2pt;height:151.2pt;z-index:251680256" o:allowincell="f" filled="f" stroked="f">
            <v:textbox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87645162"/>
                    <w:placeholder>
                      <w:docPart w:val="8241CA3B68B543BA9936FA5C277286A4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142FD0" w:rsidRDefault="00142FD0" w:rsidP="00142FD0">
                      <w:pPr>
                        <w:rPr>
                          <w:sz w:val="24"/>
                          <w:szCs w:val="24"/>
                        </w:rPr>
                      </w:pPr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  <w:p w:rsidR="00142FD0" w:rsidRPr="008B1245" w:rsidRDefault="00142FD0" w:rsidP="00142FD0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070" type="#_x0000_t202" style="position:absolute;margin-left:285.6pt;margin-top:408pt;width:115.2pt;height:151.2pt;z-index:251679232" o:allowincell="f" filled="f" stroked="f">
            <v:textbox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87645161"/>
                    <w:placeholder>
                      <w:docPart w:val="EC2F97849B36484297C6BEFD98E8034A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142FD0" w:rsidRDefault="00142FD0" w:rsidP="00142FD0">
                      <w:pPr>
                        <w:rPr>
                          <w:sz w:val="24"/>
                          <w:szCs w:val="24"/>
                        </w:rPr>
                      </w:pPr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  <w:p w:rsidR="00142FD0" w:rsidRPr="008B1245" w:rsidRDefault="00142FD0" w:rsidP="00142FD0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069" type="#_x0000_t202" style="position:absolute;margin-left:156pt;margin-top:408pt;width:115.2pt;height:151.2pt;z-index:251678208" o:allowincell="f" filled="f" stroked="f">
            <v:textbox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87645160"/>
                    <w:placeholder>
                      <w:docPart w:val="B29E6BB4DC1D452E9490109EBF3129A5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142FD0" w:rsidRDefault="00142FD0" w:rsidP="00142FD0">
                      <w:pPr>
                        <w:rPr>
                          <w:sz w:val="24"/>
                          <w:szCs w:val="24"/>
                        </w:rPr>
                      </w:pPr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  <w:p w:rsidR="00142FD0" w:rsidRPr="008B1245" w:rsidRDefault="00142FD0" w:rsidP="00142FD0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068" type="#_x0000_t202" style="position:absolute;margin-left:415.2pt;margin-top:235.2pt;width:115.2pt;height:158.4pt;z-index:251677184" o:allowincell="f" filled="f" stroked="f">
            <v:textbox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87645159"/>
                    <w:placeholder>
                      <w:docPart w:val="FE6B1A6859204E0495D38F569F1A03C8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142FD0" w:rsidRDefault="00142FD0" w:rsidP="00142FD0"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067" type="#_x0000_t202" style="position:absolute;margin-left:285.6pt;margin-top:235.2pt;width:115.2pt;height:158.4pt;z-index:251676160" o:allowincell="f" filled="f" stroked="f">
            <v:textbox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87645158"/>
                    <w:placeholder>
                      <w:docPart w:val="9A0C31908EEF4BCB9385317670F5EAD6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142FD0" w:rsidRDefault="00142FD0" w:rsidP="00142FD0"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066" type="#_x0000_t202" style="position:absolute;margin-left:156pt;margin-top:235.2pt;width:115.2pt;height:158.4pt;z-index:251675136" o:allowincell="f" filled="f" stroked="f">
            <v:textbox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87645157"/>
                    <w:placeholder>
                      <w:docPart w:val="9C56C3290CD44547AFBF29CD8DE474A6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142FD0" w:rsidRDefault="00142FD0" w:rsidP="00142FD0"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065" type="#_x0000_t202" style="position:absolute;margin-left:26.4pt;margin-top:573.6pt;width:115.2pt;height:151.2pt;z-index:251674112" o:allowincell="f" filled="f" stroked="f">
            <v:textbox inset=".72pt,.72pt,.72pt,.72pt">
              <w:txbxContent>
                <w:p w:rsidR="00142FD0" w:rsidRPr="00142FD0" w:rsidRDefault="00142FD0" w:rsidP="00142FD0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064" type="#_x0000_t202" style="position:absolute;margin-left:26.4pt;margin-top:408pt;width:115.2pt;height:151.2pt;z-index:251673088" o:allowincell="f" filled="f" stroked="f">
            <v:textbox inset=".72pt,.72pt,.72pt,.72pt">
              <w:txbxContent>
                <w:p w:rsidR="00142FD0" w:rsidRPr="00142FD0" w:rsidRDefault="00142FD0" w:rsidP="00142FD0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063" type="#_x0000_t202" style="position:absolute;margin-left:26.4pt;margin-top:235.2pt;width:115.2pt;height:158.4pt;z-index:251672064" o:allowincell="f" filled="f" stroked="f">
            <v:textbox inset=".72pt,.72pt,.72pt,.72pt">
              <w:txbxContent>
                <w:p w:rsidR="00142FD0" w:rsidRPr="00142FD0" w:rsidRDefault="00142FD0" w:rsidP="00142FD0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062" type="#_x0000_t202" style="position:absolute;margin-left:417.15pt;margin-top:55.2pt;width:115.2pt;height:165.6pt;z-index:251671040" o:allowincell="f" filled="f" stroked="f">
            <v:textbox inset=".72pt,.72pt,.72pt,.72pt">
              <w:txbxContent>
                <w:p w:rsidR="00142FD0" w:rsidRDefault="00142FD0" w:rsidP="00142FD0">
                  <w:pPr>
                    <w:rPr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  <w:p w:rsidR="00142FD0" w:rsidRPr="00142FD0" w:rsidRDefault="00142FD0" w:rsidP="00142FD0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VISUAL</w:t>
                  </w:r>
                </w:p>
                <w:p w:rsidR="00142FD0" w:rsidRPr="00142FD0" w:rsidRDefault="00142FD0" w:rsidP="00142FD0">
                  <w:pPr>
                    <w:rPr>
                      <w:u w:val="single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</w:p>
                <w:p w:rsidR="00142FD0" w:rsidRDefault="00142FD0" w:rsidP="00142FD0"/>
                <w:p w:rsidR="00142FD0" w:rsidRDefault="00142FD0" w:rsidP="00142FD0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061" type="#_x0000_t202" style="position:absolute;margin-left:285.6pt;margin-top:55.2pt;width:115.2pt;height:165.6pt;z-index:251670016" o:allowincell="f" filled="f" stroked="f">
            <v:textbox inset=".72pt,.72pt,.72pt,.72pt">
              <w:txbxContent>
                <w:p w:rsidR="00142FD0" w:rsidRDefault="00142FD0" w:rsidP="00142FD0">
                  <w:pPr>
                    <w:rPr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  <w:p w:rsidR="00142FD0" w:rsidRPr="00142FD0" w:rsidRDefault="00142FD0" w:rsidP="00142FD0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EXAMPLES</w:t>
                  </w:r>
                </w:p>
                <w:p w:rsidR="00142FD0" w:rsidRPr="00142FD0" w:rsidRDefault="00142FD0" w:rsidP="00142FD0">
                  <w:pPr>
                    <w:rPr>
                      <w:u w:val="single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</w:p>
                <w:p w:rsidR="00142FD0" w:rsidRDefault="00142FD0" w:rsidP="00142FD0"/>
                <w:p w:rsidR="00142FD0" w:rsidRDefault="00142FD0" w:rsidP="00142FD0"/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060" type="#_x0000_t202" style="position:absolute;margin-left:156pt;margin-top:55.2pt;width:115.2pt;height:165.6pt;z-index:251668992" o:allowincell="f" filled="f" stroked="f">
            <v:textbox inset=".72pt,.72pt,.72pt,.72pt">
              <w:txbxContent>
                <w:p w:rsidR="00142FD0" w:rsidRDefault="00142FD0" w:rsidP="00142FD0">
                  <w:pPr>
                    <w:rPr>
                      <w:b/>
                      <w:bCs/>
                      <w:sz w:val="24"/>
                      <w:szCs w:val="24"/>
                      <w:u w:val="single"/>
                    </w:rPr>
                  </w:pPr>
                </w:p>
                <w:p w:rsidR="00142FD0" w:rsidRPr="00142FD0" w:rsidRDefault="00142FD0" w:rsidP="00142FD0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EXPLANATION</w:t>
                  </w:r>
                </w:p>
                <w:p w:rsidR="00142FD0" w:rsidRPr="00142FD0" w:rsidRDefault="00142FD0" w:rsidP="00142FD0">
                  <w:pPr>
                    <w:rPr>
                      <w:u w:val="single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</w:p>
                <w:p w:rsidR="00142FD0" w:rsidRDefault="00142FD0" w:rsidP="00142FD0"/>
                <w:p w:rsidR="00142FD0" w:rsidRDefault="00142FD0" w:rsidP="00142FD0"/>
                <w:p w:rsidR="00142FD0" w:rsidRDefault="00142FD0" w:rsidP="00142FD0"/>
                <w:p w:rsidR="00142FD0" w:rsidRPr="00142FD0" w:rsidRDefault="00142FD0" w:rsidP="00142FD0">
                  <w:pPr>
                    <w:rPr>
                      <w:b/>
                      <w:u w:val="single"/>
                    </w:rPr>
                  </w:pPr>
                </w:p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shape id="_x0000_s1059" type="#_x0000_t202" style="position:absolute;margin-left:26.4pt;margin-top:55.2pt;width:115.2pt;height:165.6pt;z-index:251667968" o:allowincell="f" filled="f" stroked="f">
            <v:textbox inset=".72pt,.72pt,.72pt,.72pt">
              <w:txbxContent>
                <w:p w:rsidR="00142FD0" w:rsidRDefault="00142FD0" w:rsidP="00142FD0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142FD0" w:rsidRPr="00142FD0" w:rsidRDefault="00142FD0" w:rsidP="00142FD0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WORD</w:t>
                  </w:r>
                </w:p>
                <w:p w:rsidR="00142FD0" w:rsidRPr="00142FD0" w:rsidRDefault="00142FD0" w:rsidP="00142FD0">
                  <w:pPr>
                    <w:rPr>
                      <w:u w:val="single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ab/>
                  </w:r>
                </w:p>
              </w:txbxContent>
            </v:textbox>
            <w10:wrap type="square"/>
          </v:shape>
        </w:pict>
      </w:r>
      <w:r>
        <w:rPr>
          <w:b/>
          <w:bCs/>
          <w:noProof/>
        </w:rPr>
        <w:pict>
          <v:group id="_x0000_s1051" style="position:absolute;margin-left:19.2pt;margin-top:48pt;width:525.6pt;height:684pt;z-index:251666944" coordorigin="864,1440" coordsize="10512,13680" o:allowincell="f">
            <v:rect id="_x0000_s1052" style="position:absolute;left:864;top:1440;width:10512;height:13680" o:allowincell="f" strokeweight="1pt"/>
            <v:line id="_x0000_s1053" style="position:absolute" from="3456,1440" to="3456,15120" o:allowincell="f" strokeweight="1pt"/>
            <v:line id="_x0000_s1054" style="position:absolute" from="6048,1440" to="6048,15120" o:allowincell="f" strokeweight="1pt"/>
            <v:line id="_x0000_s1055" style="position:absolute" from="8640,1440" to="8640,15120" o:allowincell="f" strokeweight="1pt"/>
            <v:line id="_x0000_s1056" style="position:absolute" from="864,5040" to="11376,5040" o:allowincell="f" strokeweight="1pt"/>
            <v:line id="_x0000_s1057" style="position:absolute" from="864,8496" to="11376,8496" o:allowincell="f" strokeweight="1pt"/>
            <v:line id="_x0000_s1058" style="position:absolute" from="864,11808" to="11376,11808" o:allowincell="f" strokeweight="1pt"/>
            <w10:wrap type="square"/>
          </v:group>
        </w:pict>
      </w:r>
      <w:r>
        <w:rPr>
          <w:b/>
          <w:bCs/>
          <w:noProof/>
        </w:rPr>
        <w:pict>
          <v:shape id="_x0000_s1074" type="#_x0000_t202" style="position:absolute;margin-left:415.2pt;margin-top:573.6pt;width:115.2pt;height:151.2pt;z-index:251683328" o:allowincell="f" filled="f" stroked="f">
            <v:textbox inset=".72pt,.72pt,.72pt,.72pt">
              <w:txbxContent>
                <w:sdt>
                  <w:sdtPr>
                    <w:rPr>
                      <w:sz w:val="24"/>
                      <w:szCs w:val="24"/>
                    </w:rPr>
                    <w:alias w:val="Comments"/>
                    <w:id w:val="187645165"/>
                    <w:placeholder>
                      <w:docPart w:val="44404DC2B6C64717BFC0F115868D7C18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:text w:multiLine="1"/>
                  </w:sdtPr>
                  <w:sdtContent>
                    <w:p w:rsidR="00142FD0" w:rsidRDefault="00142FD0" w:rsidP="00142FD0">
                      <w:pPr>
                        <w:rPr>
                          <w:sz w:val="24"/>
                          <w:szCs w:val="24"/>
                        </w:rPr>
                      </w:pPr>
                      <w:r w:rsidRPr="00BD7F6C">
                        <w:rPr>
                          <w:rStyle w:val="PlaceholderText"/>
                        </w:rPr>
                        <w:t>[Comments]</w:t>
                      </w:r>
                    </w:p>
                  </w:sdtContent>
                </w:sdt>
                <w:p w:rsidR="00142FD0" w:rsidRPr="008B1245" w:rsidRDefault="00142FD0" w:rsidP="00142FD0"/>
              </w:txbxContent>
            </v:textbox>
            <w10:wrap type="square"/>
          </v:shape>
        </w:pict>
      </w:r>
    </w:p>
    <w:sectPr w:rsidR="00142FD0" w:rsidRPr="00142FD0" w:rsidSect="00B30DA7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/>
  <w:rsids>
    <w:rsidRoot w:val="00142FD0"/>
    <w:rsid w:val="00045DC3"/>
    <w:rsid w:val="00142FD0"/>
    <w:rsid w:val="00202EF7"/>
    <w:rsid w:val="00285A0B"/>
    <w:rsid w:val="002E1459"/>
    <w:rsid w:val="002F5D6C"/>
    <w:rsid w:val="004045CE"/>
    <w:rsid w:val="007C1268"/>
    <w:rsid w:val="008B1245"/>
    <w:rsid w:val="00A9367A"/>
    <w:rsid w:val="00AC6A79"/>
    <w:rsid w:val="00B30DA7"/>
    <w:rsid w:val="00BA0C86"/>
    <w:rsid w:val="00C04054"/>
    <w:rsid w:val="00DC1A85"/>
    <w:rsid w:val="00EA545E"/>
    <w:rsid w:val="00F86286"/>
    <w:rsid w:val="00FF0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  <o:rules v:ext="edit">
        <o:r id="V:Rule17" type="connector" idref="#_x0000_s1256"/>
        <o:r id="V:Rule18" type="connector" idref="#_x0000_s1257"/>
        <o:r id="V:Rule19" type="connector" idref="#_x0000_s1266"/>
        <o:r id="V:Rule20" type="connector" idref="#_x0000_s1248"/>
        <o:r id="V:Rule21" type="connector" idref="#_x0000_s1258"/>
        <o:r id="V:Rule22" type="connector" idref="#_x0000_s1249"/>
        <o:r id="V:Rule23" type="connector" idref="#_x0000_s1251"/>
        <o:r id="V:Rule24" type="connector" idref="#_x0000_s1250"/>
        <o:r id="V:Rule25" type="connector" idref="#_x0000_s1264"/>
        <o:r id="V:Rule26" type="connector" idref="#_x0000_s1255"/>
        <o:r id="V:Rule27" type="connector" idref="#_x0000_s1254"/>
        <o:r id="V:Rule28" type="connector" idref="#_x0000_s1247"/>
        <o:r id="V:Rule29" type="connector" idref="#_x0000_s1265"/>
        <o:r id="V:Rule30" type="connector" idref="#_x0000_s1252"/>
        <o:r id="V:Rule31" type="connector" idref="#_x0000_s1263"/>
        <o:r id="V:Rule32" type="connector" idref="#_x0000_s1253"/>
        <o:r id="V:Rule33" type="connector" idref="#_x0000_s1293"/>
        <o:r id="V:Rule34" type="connector" idref="#_x0000_s1294"/>
        <o:r id="V:Rule35" type="connector" idref="#_x0000_s1295"/>
        <o:r id="V:Rule36" type="connector" idref="#_x0000_s129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A7"/>
    <w:pPr>
      <w:autoSpaceDE w:val="0"/>
      <w:autoSpaceDN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12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12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2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gan\AppData\Roaming\Microsoft\Templates\EdWorld_ResearchNotesCha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FDACE8D42C44FB792EC93A915F06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AA02B-37A3-4B92-BE46-7AC1BAFC768E}"/>
      </w:docPartPr>
      <w:docPartBody>
        <w:p w:rsidR="00526C2E" w:rsidRDefault="008F7F3E">
          <w:pPr>
            <w:pStyle w:val="7FDACE8D42C44FB792EC93A915F06033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718554990FC04B3C9239FB9897B58D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5DA2E0-2E85-422D-B0F9-88287E6302D3}"/>
      </w:docPartPr>
      <w:docPartBody>
        <w:p w:rsidR="00526C2E" w:rsidRDefault="008F7F3E">
          <w:pPr>
            <w:pStyle w:val="718554990FC04B3C9239FB9897B58D6C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1F3001E31F2546BAADFECED71D09CA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DDE28F-7AEC-48CB-93AA-9C97A9D003F5}"/>
      </w:docPartPr>
      <w:docPartBody>
        <w:p w:rsidR="00526C2E" w:rsidRDefault="008F7F3E">
          <w:pPr>
            <w:pStyle w:val="1F3001E31F2546BAADFECED71D09CAAE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90992E103AED4C0591E0331AF9324E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3B7661-148A-4C57-AD3E-CDDC3E0A191B}"/>
      </w:docPartPr>
      <w:docPartBody>
        <w:p w:rsidR="00526C2E" w:rsidRDefault="008F7F3E">
          <w:pPr>
            <w:pStyle w:val="90992E103AED4C0591E0331AF9324E61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BE34A79D1E354EEE83E70440F7BCA6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7D9AEF-BA5F-49B9-AE2D-C9AFD9A9C868}"/>
      </w:docPartPr>
      <w:docPartBody>
        <w:p w:rsidR="00526C2E" w:rsidRDefault="008F7F3E">
          <w:pPr>
            <w:pStyle w:val="BE34A79D1E354EEE83E70440F7BCA644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C5266545892A467FA3D6C6E3B875D4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0F208A-EDA6-4C62-B22E-059FACD0EC67}"/>
      </w:docPartPr>
      <w:docPartBody>
        <w:p w:rsidR="00526C2E" w:rsidRDefault="008F7F3E">
          <w:pPr>
            <w:pStyle w:val="C5266545892A467FA3D6C6E3B875D465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346A4A6CEF864FC3AD2E9D3FEBF51F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373169-99E5-405C-ABCB-FB5A9EB0AF14}"/>
      </w:docPartPr>
      <w:docPartBody>
        <w:p w:rsidR="00526C2E" w:rsidRDefault="008F7F3E">
          <w:pPr>
            <w:pStyle w:val="346A4A6CEF864FC3AD2E9D3FEBF51F5C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B67DD412E5FE4C69B8E44D3BD01271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0A4B6B-C466-4DA3-B0D1-DFB00E993E73}"/>
      </w:docPartPr>
      <w:docPartBody>
        <w:p w:rsidR="00526C2E" w:rsidRDefault="008F7F3E">
          <w:pPr>
            <w:pStyle w:val="B67DD412E5FE4C69B8E44D3BD0127121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22A434F2ABFE4AB5A2D7C602C536E4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6FDDF0-CBE6-4E41-A900-660D5EB9D3C3}"/>
      </w:docPartPr>
      <w:docPartBody>
        <w:p w:rsidR="00526C2E" w:rsidRDefault="008F7F3E">
          <w:pPr>
            <w:pStyle w:val="22A434F2ABFE4AB5A2D7C602C536E4DD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9C56C3290CD44547AFBF29CD8DE474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48E5F9-6FED-41D3-8E0F-A63A484BA5DD}"/>
      </w:docPartPr>
      <w:docPartBody>
        <w:p w:rsidR="00526C2E" w:rsidRDefault="00CA0701" w:rsidP="00CA0701">
          <w:pPr>
            <w:pStyle w:val="9C56C3290CD44547AFBF29CD8DE474A6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9A0C31908EEF4BCB9385317670F5EA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676EFB-DC61-449F-9C37-9645568E319A}"/>
      </w:docPartPr>
      <w:docPartBody>
        <w:p w:rsidR="00526C2E" w:rsidRDefault="00CA0701" w:rsidP="00CA0701">
          <w:pPr>
            <w:pStyle w:val="9A0C31908EEF4BCB9385317670F5EAD6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FE6B1A6859204E0495D38F569F1A03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377E54-286A-491C-B939-8B093E82D0F9}"/>
      </w:docPartPr>
      <w:docPartBody>
        <w:p w:rsidR="00526C2E" w:rsidRDefault="00CA0701" w:rsidP="00CA0701">
          <w:pPr>
            <w:pStyle w:val="FE6B1A6859204E0495D38F569F1A03C8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B29E6BB4DC1D452E9490109EBF3129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E7E900-3725-4232-9944-15BE2AAE2D24}"/>
      </w:docPartPr>
      <w:docPartBody>
        <w:p w:rsidR="00526C2E" w:rsidRDefault="00CA0701" w:rsidP="00CA0701">
          <w:pPr>
            <w:pStyle w:val="B29E6BB4DC1D452E9490109EBF3129A5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EC2F97849B36484297C6BEFD98E803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C80CF2-AE89-4E3A-A88B-708EBA282F4A}"/>
      </w:docPartPr>
      <w:docPartBody>
        <w:p w:rsidR="00526C2E" w:rsidRDefault="00CA0701" w:rsidP="00CA0701">
          <w:pPr>
            <w:pStyle w:val="EC2F97849B36484297C6BEFD98E8034A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8241CA3B68B543BA9936FA5C277286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EC339E-3C79-43BC-B51A-C68B3A3CADB3}"/>
      </w:docPartPr>
      <w:docPartBody>
        <w:p w:rsidR="00526C2E" w:rsidRDefault="00CA0701" w:rsidP="00CA0701">
          <w:pPr>
            <w:pStyle w:val="8241CA3B68B543BA9936FA5C277286A4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CEC0DDF0BF9C4A7696D3A31563CA49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AE1D59-51FB-4620-BBA6-54671152DD51}"/>
      </w:docPartPr>
      <w:docPartBody>
        <w:p w:rsidR="00526C2E" w:rsidRDefault="00CA0701" w:rsidP="00CA0701">
          <w:pPr>
            <w:pStyle w:val="CEC0DDF0BF9C4A7696D3A31563CA49AF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1E13495903FD4C3AA1A44B3971E448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56D19-CAAD-4894-B259-4B3D00CA6252}"/>
      </w:docPartPr>
      <w:docPartBody>
        <w:p w:rsidR="00526C2E" w:rsidRDefault="00CA0701" w:rsidP="00CA0701">
          <w:pPr>
            <w:pStyle w:val="1E13495903FD4C3AA1A44B3971E44817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44404DC2B6C64717BFC0F115868D7C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1090D8-8CD2-4E14-B6A0-13F63E1B592D}"/>
      </w:docPartPr>
      <w:docPartBody>
        <w:p w:rsidR="00526C2E" w:rsidRDefault="00CA0701" w:rsidP="00CA0701">
          <w:pPr>
            <w:pStyle w:val="44404DC2B6C64717BFC0F115868D7C18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1072DCDD2B6B4384A4D655B1B24BF5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0701E0-7322-4BB6-85AE-FF8F9480E98D}"/>
      </w:docPartPr>
      <w:docPartBody>
        <w:p w:rsidR="00526C2E" w:rsidRDefault="00CA0701" w:rsidP="00CA0701">
          <w:pPr>
            <w:pStyle w:val="1072DCDD2B6B4384A4D655B1B24BF573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B423D800BAE6437290A632E68F7CB8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E0CEDE-5D66-429F-9A98-1FB6B2FED3FF}"/>
      </w:docPartPr>
      <w:docPartBody>
        <w:p w:rsidR="00526C2E" w:rsidRDefault="00CA0701" w:rsidP="00CA0701">
          <w:pPr>
            <w:pStyle w:val="B423D800BAE6437290A632E68F7CB8E2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358BEB10D918488D9541FCC1B86DD9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7FEC44-3FC9-4E97-BCF9-77B928444E8F}"/>
      </w:docPartPr>
      <w:docPartBody>
        <w:p w:rsidR="00526C2E" w:rsidRDefault="00CA0701" w:rsidP="00CA0701">
          <w:pPr>
            <w:pStyle w:val="358BEB10D918488D9541FCC1B86DD940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1E8813C6FC2D471EA3DEAA287F354B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E78CC3-1288-4B19-93E0-5A8E0CBCA14F}"/>
      </w:docPartPr>
      <w:docPartBody>
        <w:p w:rsidR="00526C2E" w:rsidRDefault="00CA0701" w:rsidP="00CA0701">
          <w:pPr>
            <w:pStyle w:val="1E8813C6FC2D471EA3DEAA287F354B0A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DAE61453CC0B43A4B7EABCB25F6296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88AF6-7F1C-463E-9487-02FE54951E95}"/>
      </w:docPartPr>
      <w:docPartBody>
        <w:p w:rsidR="00526C2E" w:rsidRDefault="00CA0701" w:rsidP="00CA0701">
          <w:pPr>
            <w:pStyle w:val="DAE61453CC0B43A4B7EABCB25F629658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C17AC834263F451D8390F709AC5EDF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BC0F5C-223C-4D3D-84C3-789AB72DC18F}"/>
      </w:docPartPr>
      <w:docPartBody>
        <w:p w:rsidR="00526C2E" w:rsidRDefault="00CA0701" w:rsidP="00CA0701">
          <w:pPr>
            <w:pStyle w:val="C17AC834263F451D8390F709AC5EDFCF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20CBCC2AD1FA4330B56157563BA0C3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A91D89-D778-4053-BD36-7C82F7E5D1CA}"/>
      </w:docPartPr>
      <w:docPartBody>
        <w:p w:rsidR="00526C2E" w:rsidRDefault="00CA0701" w:rsidP="00CA0701">
          <w:pPr>
            <w:pStyle w:val="20CBCC2AD1FA4330B56157563BA0C3B2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7C5E7DB637394E1F8C5328C5AD8800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4DF840-BF66-43A2-97E8-121FE498FE5D}"/>
      </w:docPartPr>
      <w:docPartBody>
        <w:p w:rsidR="00526C2E" w:rsidRDefault="00CA0701" w:rsidP="00CA0701">
          <w:pPr>
            <w:pStyle w:val="7C5E7DB637394E1F8C5328C5AD88002D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DD1A69082D0B4182A10A693FD91B18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6A4F56-4079-403E-8A7F-DDCC466FB280}"/>
      </w:docPartPr>
      <w:docPartBody>
        <w:p w:rsidR="00526C2E" w:rsidRDefault="00CA0701" w:rsidP="00CA0701">
          <w:pPr>
            <w:pStyle w:val="DD1A69082D0B4182A10A693FD91B18E4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B865547A799748558560E1D9D892BD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26F8F0-4236-4E7D-896A-77FEE995A3EC}"/>
      </w:docPartPr>
      <w:docPartBody>
        <w:p w:rsidR="00526C2E" w:rsidRDefault="00CA0701" w:rsidP="00CA0701">
          <w:pPr>
            <w:pStyle w:val="B865547A799748558560E1D9D892BDEE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2E311370D4E04C9CABCE18F6582D07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2F2892-41CC-49C6-9BAA-D4707E613E76}"/>
      </w:docPartPr>
      <w:docPartBody>
        <w:p w:rsidR="00526C2E" w:rsidRDefault="00CA0701" w:rsidP="00CA0701">
          <w:pPr>
            <w:pStyle w:val="2E311370D4E04C9CABCE18F6582D0795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AFE891974A6A4DB9AB69EC02D4F866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6F469E-DE33-40FF-83BC-713E8F55FAC6}"/>
      </w:docPartPr>
      <w:docPartBody>
        <w:p w:rsidR="00526C2E" w:rsidRDefault="00CA0701" w:rsidP="00CA0701">
          <w:pPr>
            <w:pStyle w:val="AFE891974A6A4DB9AB69EC02D4F8669F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ADA08C52CACC43C7B2F9BB77D3B756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250BD4-0946-474C-A640-80948EC413C5}"/>
      </w:docPartPr>
      <w:docPartBody>
        <w:p w:rsidR="00526C2E" w:rsidRDefault="00CA0701" w:rsidP="00CA0701">
          <w:pPr>
            <w:pStyle w:val="ADA08C52CACC43C7B2F9BB77D3B7562A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EB72F279D87F424393EA19900B8476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810E66-B517-4056-BD3C-A04E46E1D45F}"/>
      </w:docPartPr>
      <w:docPartBody>
        <w:p w:rsidR="00526C2E" w:rsidRDefault="00CA0701" w:rsidP="00CA0701">
          <w:pPr>
            <w:pStyle w:val="EB72F279D87F424393EA19900B847613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C0DA2930E4A7417D84342A8A0969B4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663A31-C8A5-4FCD-84AA-7EA8866DC865}"/>
      </w:docPartPr>
      <w:docPartBody>
        <w:p w:rsidR="00526C2E" w:rsidRDefault="00CA0701" w:rsidP="00CA0701">
          <w:pPr>
            <w:pStyle w:val="C0DA2930E4A7417D84342A8A0969B479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4AE36C4F56884E96A96F3826068B33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23FD1F-CF18-4F07-9209-7FB844290D27}"/>
      </w:docPartPr>
      <w:docPartBody>
        <w:p w:rsidR="00526C2E" w:rsidRDefault="00CA0701" w:rsidP="00CA0701">
          <w:pPr>
            <w:pStyle w:val="4AE36C4F56884E96A96F3826068B33AF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2A1D5B6809664AAB98E0CD25A668CC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B64A59-D418-4A34-9B32-C8311AD1A269}"/>
      </w:docPartPr>
      <w:docPartBody>
        <w:p w:rsidR="00526C2E" w:rsidRDefault="00CA0701" w:rsidP="00CA0701">
          <w:pPr>
            <w:pStyle w:val="2A1D5B6809664AAB98E0CD25A668CCAE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02803D157DC64721AEC506FDEDEC54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974C5A-F82B-4941-B821-234120B56887}"/>
      </w:docPartPr>
      <w:docPartBody>
        <w:p w:rsidR="00526C2E" w:rsidRDefault="00CA0701" w:rsidP="00CA0701">
          <w:pPr>
            <w:pStyle w:val="02803D157DC64721AEC506FDEDEC547B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55BB0EE76C3849FD9FAB64AF2FA53F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9C28F4-A59E-484E-A402-62C5FF911985}"/>
      </w:docPartPr>
      <w:docPartBody>
        <w:p w:rsidR="00526C2E" w:rsidRDefault="00CA0701" w:rsidP="00CA0701">
          <w:pPr>
            <w:pStyle w:val="55BB0EE76C3849FD9FAB64AF2FA53FC5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79DE034764EF4F91A99B93255A4155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9752E9-2518-456B-A977-5B246499B656}"/>
      </w:docPartPr>
      <w:docPartBody>
        <w:p w:rsidR="00526C2E" w:rsidRDefault="00CA0701" w:rsidP="00CA0701">
          <w:pPr>
            <w:pStyle w:val="79DE034764EF4F91A99B93255A4155DE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A0438EC1822549F58FD3B2C668E9CB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BB533C-FAFA-4874-A43A-4C7CAA81670A}"/>
      </w:docPartPr>
      <w:docPartBody>
        <w:p w:rsidR="00526C2E" w:rsidRDefault="00CA0701" w:rsidP="00CA0701">
          <w:pPr>
            <w:pStyle w:val="A0438EC1822549F58FD3B2C668E9CB79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0756BD7BBEF24DBC8F5E8B7848F0A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121CF7-2024-425A-B745-73028EA7C43B}"/>
      </w:docPartPr>
      <w:docPartBody>
        <w:p w:rsidR="00526C2E" w:rsidRDefault="00CA0701" w:rsidP="00CA0701">
          <w:pPr>
            <w:pStyle w:val="0756BD7BBEF24DBC8F5E8B7848F0A378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FE38804E17DE4507BFE31C7B17A2B3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C41C91-ABBA-402D-BC79-0B556ACE7DE5}"/>
      </w:docPartPr>
      <w:docPartBody>
        <w:p w:rsidR="00526C2E" w:rsidRDefault="00CA0701" w:rsidP="00CA0701">
          <w:pPr>
            <w:pStyle w:val="FE38804E17DE4507BFE31C7B17A2B3E3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722C8788AD7F4091B2590BEAF779D8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57E680-113D-4D0E-B4E5-4DCA9A606D19}"/>
      </w:docPartPr>
      <w:docPartBody>
        <w:p w:rsidR="00526C2E" w:rsidRDefault="00CA0701" w:rsidP="00CA0701">
          <w:pPr>
            <w:pStyle w:val="722C8788AD7F4091B2590BEAF779D8D8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E7BA70EF53014ABCB053E32FD5EA0B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2490B-8833-4609-BE39-09ADF01BA637}"/>
      </w:docPartPr>
      <w:docPartBody>
        <w:p w:rsidR="00526C2E" w:rsidRDefault="00CA0701" w:rsidP="00CA0701">
          <w:pPr>
            <w:pStyle w:val="E7BA70EF53014ABCB053E32FD5EA0B77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7D44AFC8927149C1A813DCCA6A8E80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4BC682-1505-4F6B-AAB3-E8897DF94ABE}"/>
      </w:docPartPr>
      <w:docPartBody>
        <w:p w:rsidR="00526C2E" w:rsidRDefault="00CA0701" w:rsidP="00CA0701">
          <w:pPr>
            <w:pStyle w:val="7D44AFC8927149C1A813DCCA6A8E8006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E329D5887159470FB1381B2B0C496E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CBF3B-BE43-4D76-A91B-A2B9D0AB34AF}"/>
      </w:docPartPr>
      <w:docPartBody>
        <w:p w:rsidR="00526C2E" w:rsidRDefault="00CA0701" w:rsidP="00CA0701">
          <w:pPr>
            <w:pStyle w:val="E329D5887159470FB1381B2B0C496E29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C29024619483453A9C56A6011DAACE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0230C6-34B1-4A51-92A9-482633B0DA8B}"/>
      </w:docPartPr>
      <w:docPartBody>
        <w:p w:rsidR="00000000" w:rsidRDefault="00526C2E" w:rsidP="00526C2E">
          <w:pPr>
            <w:pStyle w:val="C29024619483453A9C56A6011DAACE95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EB276209C09640708AEECF5E77F453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FC8888-804C-4247-9A69-7227AF552041}"/>
      </w:docPartPr>
      <w:docPartBody>
        <w:p w:rsidR="00000000" w:rsidRDefault="00526C2E" w:rsidP="00526C2E">
          <w:pPr>
            <w:pStyle w:val="EB276209C09640708AEECF5E77F4531A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AFA11B83CE8B463B82B07F66502BAD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10CA89-5A80-422C-8AF5-AF061DF63788}"/>
      </w:docPartPr>
      <w:docPartBody>
        <w:p w:rsidR="00000000" w:rsidRDefault="00526C2E" w:rsidP="00526C2E">
          <w:pPr>
            <w:pStyle w:val="AFA11B83CE8B463B82B07F66502BAD45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07BF2A6E539D4BCE98376AF98B05E3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9FBE32-85C6-4B33-9679-E15E39E0AFF0}"/>
      </w:docPartPr>
      <w:docPartBody>
        <w:p w:rsidR="00000000" w:rsidRDefault="00526C2E" w:rsidP="00526C2E">
          <w:pPr>
            <w:pStyle w:val="07BF2A6E539D4BCE98376AF98B05E307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9F8353FBE58644A0A6A6F9CF7B40B7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B9134B-B6A3-4423-B2F2-DFCDEDCFC31B}"/>
      </w:docPartPr>
      <w:docPartBody>
        <w:p w:rsidR="00000000" w:rsidRDefault="00526C2E" w:rsidP="00526C2E">
          <w:pPr>
            <w:pStyle w:val="9F8353FBE58644A0A6A6F9CF7B40B74A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1C1244199BCE4BB098911A34B5877E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4DD66-FE2A-4D52-82C7-3C2CEFF5E427}"/>
      </w:docPartPr>
      <w:docPartBody>
        <w:p w:rsidR="00000000" w:rsidRDefault="00526C2E" w:rsidP="00526C2E">
          <w:pPr>
            <w:pStyle w:val="1C1244199BCE4BB098911A34B5877E56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85EA62852673452FABDE4B5AB3DC8D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D46F88-FC31-4D31-A2E4-007E85A2FC82}"/>
      </w:docPartPr>
      <w:docPartBody>
        <w:p w:rsidR="00000000" w:rsidRDefault="00526C2E" w:rsidP="00526C2E">
          <w:pPr>
            <w:pStyle w:val="85EA62852673452FABDE4B5AB3DC8D83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5E42212870454C819E4EA7BC25E740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AE22FE-0526-407C-A0F3-047B3F4A4D13}"/>
      </w:docPartPr>
      <w:docPartBody>
        <w:p w:rsidR="00000000" w:rsidRDefault="00526C2E" w:rsidP="00526C2E">
          <w:pPr>
            <w:pStyle w:val="5E42212870454C819E4EA7BC25E74080"/>
          </w:pPr>
          <w:r w:rsidRPr="00BD7F6C">
            <w:rPr>
              <w:rStyle w:val="PlaceholderText"/>
            </w:rPr>
            <w:t>[Comments]</w:t>
          </w:r>
        </w:p>
      </w:docPartBody>
    </w:docPart>
    <w:docPart>
      <w:docPartPr>
        <w:name w:val="02C7E78B97754237BA345CC6262B86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8EA740-A4B3-45EB-AA60-D8F9E378E606}"/>
      </w:docPartPr>
      <w:docPartBody>
        <w:p w:rsidR="00000000" w:rsidRDefault="00526C2E" w:rsidP="00526C2E">
          <w:pPr>
            <w:pStyle w:val="02C7E78B97754237BA345CC6262B860B"/>
          </w:pPr>
          <w:r w:rsidRPr="00BD7F6C">
            <w:rPr>
              <w:rStyle w:val="PlaceholderText"/>
            </w:rPr>
            <w:t>[Comments]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A0701"/>
    <w:rsid w:val="00526C2E"/>
    <w:rsid w:val="008F7F3E"/>
    <w:rsid w:val="00CA0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C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26C2E"/>
    <w:rPr>
      <w:color w:val="808080"/>
    </w:rPr>
  </w:style>
  <w:style w:type="paragraph" w:customStyle="1" w:styleId="7FDACE8D42C44FB792EC93A915F06033">
    <w:name w:val="7FDACE8D42C44FB792EC93A915F06033"/>
    <w:rsid w:val="00526C2E"/>
  </w:style>
  <w:style w:type="paragraph" w:customStyle="1" w:styleId="718554990FC04B3C9239FB9897B58D6C">
    <w:name w:val="718554990FC04B3C9239FB9897B58D6C"/>
    <w:rsid w:val="00526C2E"/>
  </w:style>
  <w:style w:type="paragraph" w:customStyle="1" w:styleId="1F3001E31F2546BAADFECED71D09CAAE">
    <w:name w:val="1F3001E31F2546BAADFECED71D09CAAE"/>
    <w:rsid w:val="00526C2E"/>
  </w:style>
  <w:style w:type="paragraph" w:customStyle="1" w:styleId="90992E103AED4C0591E0331AF9324E61">
    <w:name w:val="90992E103AED4C0591E0331AF9324E61"/>
    <w:rsid w:val="00526C2E"/>
  </w:style>
  <w:style w:type="paragraph" w:customStyle="1" w:styleId="BE34A79D1E354EEE83E70440F7BCA644">
    <w:name w:val="BE34A79D1E354EEE83E70440F7BCA644"/>
    <w:rsid w:val="00526C2E"/>
  </w:style>
  <w:style w:type="paragraph" w:customStyle="1" w:styleId="C5266545892A467FA3D6C6E3B875D465">
    <w:name w:val="C5266545892A467FA3D6C6E3B875D465"/>
    <w:rsid w:val="00526C2E"/>
  </w:style>
  <w:style w:type="paragraph" w:customStyle="1" w:styleId="346A4A6CEF864FC3AD2E9D3FEBF51F5C">
    <w:name w:val="346A4A6CEF864FC3AD2E9D3FEBF51F5C"/>
    <w:rsid w:val="00526C2E"/>
  </w:style>
  <w:style w:type="paragraph" w:customStyle="1" w:styleId="B67DD412E5FE4C69B8E44D3BD0127121">
    <w:name w:val="B67DD412E5FE4C69B8E44D3BD0127121"/>
    <w:rsid w:val="00526C2E"/>
  </w:style>
  <w:style w:type="paragraph" w:customStyle="1" w:styleId="22A434F2ABFE4AB5A2D7C602C536E4DD">
    <w:name w:val="22A434F2ABFE4AB5A2D7C602C536E4DD"/>
    <w:rsid w:val="00526C2E"/>
  </w:style>
  <w:style w:type="paragraph" w:customStyle="1" w:styleId="9C56C3290CD44547AFBF29CD8DE474A6">
    <w:name w:val="9C56C3290CD44547AFBF29CD8DE474A6"/>
    <w:rsid w:val="00CA0701"/>
  </w:style>
  <w:style w:type="paragraph" w:customStyle="1" w:styleId="9A0C31908EEF4BCB9385317670F5EAD6">
    <w:name w:val="9A0C31908EEF4BCB9385317670F5EAD6"/>
    <w:rsid w:val="00CA0701"/>
  </w:style>
  <w:style w:type="paragraph" w:customStyle="1" w:styleId="FE6B1A6859204E0495D38F569F1A03C8">
    <w:name w:val="FE6B1A6859204E0495D38F569F1A03C8"/>
    <w:rsid w:val="00CA0701"/>
  </w:style>
  <w:style w:type="paragraph" w:customStyle="1" w:styleId="B29E6BB4DC1D452E9490109EBF3129A5">
    <w:name w:val="B29E6BB4DC1D452E9490109EBF3129A5"/>
    <w:rsid w:val="00CA0701"/>
  </w:style>
  <w:style w:type="paragraph" w:customStyle="1" w:styleId="EC2F97849B36484297C6BEFD98E8034A">
    <w:name w:val="EC2F97849B36484297C6BEFD98E8034A"/>
    <w:rsid w:val="00CA0701"/>
  </w:style>
  <w:style w:type="paragraph" w:customStyle="1" w:styleId="8241CA3B68B543BA9936FA5C277286A4">
    <w:name w:val="8241CA3B68B543BA9936FA5C277286A4"/>
    <w:rsid w:val="00CA0701"/>
  </w:style>
  <w:style w:type="paragraph" w:customStyle="1" w:styleId="CEC0DDF0BF9C4A7696D3A31563CA49AF">
    <w:name w:val="CEC0DDF0BF9C4A7696D3A31563CA49AF"/>
    <w:rsid w:val="00CA0701"/>
  </w:style>
  <w:style w:type="paragraph" w:customStyle="1" w:styleId="1E13495903FD4C3AA1A44B3971E44817">
    <w:name w:val="1E13495903FD4C3AA1A44B3971E44817"/>
    <w:rsid w:val="00CA0701"/>
  </w:style>
  <w:style w:type="paragraph" w:customStyle="1" w:styleId="44404DC2B6C64717BFC0F115868D7C18">
    <w:name w:val="44404DC2B6C64717BFC0F115868D7C18"/>
    <w:rsid w:val="00CA0701"/>
  </w:style>
  <w:style w:type="paragraph" w:customStyle="1" w:styleId="E7237CD96FC644CDB4A3D1B387FB6CED">
    <w:name w:val="E7237CD96FC644CDB4A3D1B387FB6CED"/>
    <w:rsid w:val="00CA0701"/>
  </w:style>
  <w:style w:type="paragraph" w:customStyle="1" w:styleId="0F6FE6B73871448A9E55B47D2F878953">
    <w:name w:val="0F6FE6B73871448A9E55B47D2F878953"/>
    <w:rsid w:val="00CA0701"/>
  </w:style>
  <w:style w:type="paragraph" w:customStyle="1" w:styleId="76AF9BBE55674F7DA29B76EBF95331FC">
    <w:name w:val="76AF9BBE55674F7DA29B76EBF95331FC"/>
    <w:rsid w:val="00CA0701"/>
  </w:style>
  <w:style w:type="paragraph" w:customStyle="1" w:styleId="B464E2D9BE2F45A6AD5F51BAD941978F">
    <w:name w:val="B464E2D9BE2F45A6AD5F51BAD941978F"/>
    <w:rsid w:val="00CA0701"/>
  </w:style>
  <w:style w:type="paragraph" w:customStyle="1" w:styleId="E072D68F0937425796E03D67FEA72286">
    <w:name w:val="E072D68F0937425796E03D67FEA72286"/>
    <w:rsid w:val="00CA0701"/>
  </w:style>
  <w:style w:type="paragraph" w:customStyle="1" w:styleId="B5E57A8EAFBB45A5B026120EC37141EA">
    <w:name w:val="B5E57A8EAFBB45A5B026120EC37141EA"/>
    <w:rsid w:val="00CA0701"/>
  </w:style>
  <w:style w:type="paragraph" w:customStyle="1" w:styleId="660CE9A8FD9B45EE97FBF739023428BA">
    <w:name w:val="660CE9A8FD9B45EE97FBF739023428BA"/>
    <w:rsid w:val="00CA0701"/>
  </w:style>
  <w:style w:type="paragraph" w:customStyle="1" w:styleId="7821350DB9294F1388D524F2524B9716">
    <w:name w:val="7821350DB9294F1388D524F2524B9716"/>
    <w:rsid w:val="00CA0701"/>
  </w:style>
  <w:style w:type="paragraph" w:customStyle="1" w:styleId="3CA62DF196D3412083EEADA49F2CEE49">
    <w:name w:val="3CA62DF196D3412083EEADA49F2CEE49"/>
    <w:rsid w:val="00CA0701"/>
  </w:style>
  <w:style w:type="paragraph" w:customStyle="1" w:styleId="B730F86F5FF940FAB410BDAA3E7F79AA">
    <w:name w:val="B730F86F5FF940FAB410BDAA3E7F79AA"/>
    <w:rsid w:val="00CA0701"/>
  </w:style>
  <w:style w:type="paragraph" w:customStyle="1" w:styleId="D7B8B6F3C9724E25AE0238F29AEA4C83">
    <w:name w:val="D7B8B6F3C9724E25AE0238F29AEA4C83"/>
    <w:rsid w:val="00CA0701"/>
  </w:style>
  <w:style w:type="paragraph" w:customStyle="1" w:styleId="3CA46EA92E164489BD7270216156363A">
    <w:name w:val="3CA46EA92E164489BD7270216156363A"/>
    <w:rsid w:val="00CA0701"/>
  </w:style>
  <w:style w:type="paragraph" w:customStyle="1" w:styleId="AD3255E6AE7644258E754D430D7D7057">
    <w:name w:val="AD3255E6AE7644258E754D430D7D7057"/>
    <w:rsid w:val="00CA0701"/>
  </w:style>
  <w:style w:type="paragraph" w:customStyle="1" w:styleId="45C38871E99F4653AAD8F17C57076E31">
    <w:name w:val="45C38871E99F4653AAD8F17C57076E31"/>
    <w:rsid w:val="00CA0701"/>
  </w:style>
  <w:style w:type="paragraph" w:customStyle="1" w:styleId="2843D7C774B644B09218BE48335398E9">
    <w:name w:val="2843D7C774B644B09218BE48335398E9"/>
    <w:rsid w:val="00CA0701"/>
  </w:style>
  <w:style w:type="paragraph" w:customStyle="1" w:styleId="8AD247A103E64E8B872835DA8FFCA903">
    <w:name w:val="8AD247A103E64E8B872835DA8FFCA903"/>
    <w:rsid w:val="00CA0701"/>
  </w:style>
  <w:style w:type="paragraph" w:customStyle="1" w:styleId="566C6E9A679943E3925CA16B831381AF">
    <w:name w:val="566C6E9A679943E3925CA16B831381AF"/>
    <w:rsid w:val="00CA0701"/>
  </w:style>
  <w:style w:type="paragraph" w:customStyle="1" w:styleId="F8A94F5501754EFAB57B085416864136">
    <w:name w:val="F8A94F5501754EFAB57B085416864136"/>
    <w:rsid w:val="00CA0701"/>
  </w:style>
  <w:style w:type="paragraph" w:customStyle="1" w:styleId="1FA40EC4281249A2A3EFCAEEF10D16D3">
    <w:name w:val="1FA40EC4281249A2A3EFCAEEF10D16D3"/>
    <w:rsid w:val="00CA0701"/>
  </w:style>
  <w:style w:type="paragraph" w:customStyle="1" w:styleId="2AF5A719892E4877ACBD75F4A30C1A07">
    <w:name w:val="2AF5A719892E4877ACBD75F4A30C1A07"/>
    <w:rsid w:val="00CA0701"/>
  </w:style>
  <w:style w:type="paragraph" w:customStyle="1" w:styleId="04CD9958372449C49862E15EEAFE276D">
    <w:name w:val="04CD9958372449C49862E15EEAFE276D"/>
    <w:rsid w:val="00CA0701"/>
  </w:style>
  <w:style w:type="paragraph" w:customStyle="1" w:styleId="9592722A2E94405CA1515AAA8F7EC76F">
    <w:name w:val="9592722A2E94405CA1515AAA8F7EC76F"/>
    <w:rsid w:val="00CA0701"/>
  </w:style>
  <w:style w:type="paragraph" w:customStyle="1" w:styleId="3370161929BE44E18DC4E0FCA608DA78">
    <w:name w:val="3370161929BE44E18DC4E0FCA608DA78"/>
    <w:rsid w:val="00CA0701"/>
  </w:style>
  <w:style w:type="paragraph" w:customStyle="1" w:styleId="58EFB5F403EA4BAAA05403A2ECE1CF5C">
    <w:name w:val="58EFB5F403EA4BAAA05403A2ECE1CF5C"/>
    <w:rsid w:val="00CA0701"/>
  </w:style>
  <w:style w:type="paragraph" w:customStyle="1" w:styleId="58AF835D5A4346718B60D6D640195EDB">
    <w:name w:val="58AF835D5A4346718B60D6D640195EDB"/>
    <w:rsid w:val="00CA0701"/>
  </w:style>
  <w:style w:type="paragraph" w:customStyle="1" w:styleId="385E8B172CEF401A8C89CF040FF99C19">
    <w:name w:val="385E8B172CEF401A8C89CF040FF99C19"/>
    <w:rsid w:val="00CA0701"/>
  </w:style>
  <w:style w:type="paragraph" w:customStyle="1" w:styleId="5515CEF4F33D4FF0A0F5EFF55BD3FBA1">
    <w:name w:val="5515CEF4F33D4FF0A0F5EFF55BD3FBA1"/>
    <w:rsid w:val="00CA0701"/>
  </w:style>
  <w:style w:type="paragraph" w:customStyle="1" w:styleId="1072DCDD2B6B4384A4D655B1B24BF573">
    <w:name w:val="1072DCDD2B6B4384A4D655B1B24BF573"/>
    <w:rsid w:val="00CA0701"/>
  </w:style>
  <w:style w:type="paragraph" w:customStyle="1" w:styleId="B423D800BAE6437290A632E68F7CB8E2">
    <w:name w:val="B423D800BAE6437290A632E68F7CB8E2"/>
    <w:rsid w:val="00CA0701"/>
  </w:style>
  <w:style w:type="paragraph" w:customStyle="1" w:styleId="358BEB10D918488D9541FCC1B86DD940">
    <w:name w:val="358BEB10D918488D9541FCC1B86DD940"/>
    <w:rsid w:val="00CA0701"/>
  </w:style>
  <w:style w:type="paragraph" w:customStyle="1" w:styleId="1E8813C6FC2D471EA3DEAA287F354B0A">
    <w:name w:val="1E8813C6FC2D471EA3DEAA287F354B0A"/>
    <w:rsid w:val="00CA0701"/>
  </w:style>
  <w:style w:type="paragraph" w:customStyle="1" w:styleId="DAE61453CC0B43A4B7EABCB25F629658">
    <w:name w:val="DAE61453CC0B43A4B7EABCB25F629658"/>
    <w:rsid w:val="00CA0701"/>
  </w:style>
  <w:style w:type="paragraph" w:customStyle="1" w:styleId="C17AC834263F451D8390F709AC5EDFCF">
    <w:name w:val="C17AC834263F451D8390F709AC5EDFCF"/>
    <w:rsid w:val="00CA0701"/>
  </w:style>
  <w:style w:type="paragraph" w:customStyle="1" w:styleId="20CBCC2AD1FA4330B56157563BA0C3B2">
    <w:name w:val="20CBCC2AD1FA4330B56157563BA0C3B2"/>
    <w:rsid w:val="00CA0701"/>
  </w:style>
  <w:style w:type="paragraph" w:customStyle="1" w:styleId="7C5E7DB637394E1F8C5328C5AD88002D">
    <w:name w:val="7C5E7DB637394E1F8C5328C5AD88002D"/>
    <w:rsid w:val="00CA0701"/>
  </w:style>
  <w:style w:type="paragraph" w:customStyle="1" w:styleId="DD1A69082D0B4182A10A693FD91B18E4">
    <w:name w:val="DD1A69082D0B4182A10A693FD91B18E4"/>
    <w:rsid w:val="00CA0701"/>
  </w:style>
  <w:style w:type="paragraph" w:customStyle="1" w:styleId="B865547A799748558560E1D9D892BDEE">
    <w:name w:val="B865547A799748558560E1D9D892BDEE"/>
    <w:rsid w:val="00CA0701"/>
  </w:style>
  <w:style w:type="paragraph" w:customStyle="1" w:styleId="2E311370D4E04C9CABCE18F6582D0795">
    <w:name w:val="2E311370D4E04C9CABCE18F6582D0795"/>
    <w:rsid w:val="00CA0701"/>
  </w:style>
  <w:style w:type="paragraph" w:customStyle="1" w:styleId="AFE891974A6A4DB9AB69EC02D4F8669F">
    <w:name w:val="AFE891974A6A4DB9AB69EC02D4F8669F"/>
    <w:rsid w:val="00CA0701"/>
  </w:style>
  <w:style w:type="paragraph" w:customStyle="1" w:styleId="ADA08C52CACC43C7B2F9BB77D3B7562A">
    <w:name w:val="ADA08C52CACC43C7B2F9BB77D3B7562A"/>
    <w:rsid w:val="00CA0701"/>
  </w:style>
  <w:style w:type="paragraph" w:customStyle="1" w:styleId="EB72F279D87F424393EA19900B847613">
    <w:name w:val="EB72F279D87F424393EA19900B847613"/>
    <w:rsid w:val="00CA0701"/>
  </w:style>
  <w:style w:type="paragraph" w:customStyle="1" w:styleId="C0DA2930E4A7417D84342A8A0969B479">
    <w:name w:val="C0DA2930E4A7417D84342A8A0969B479"/>
    <w:rsid w:val="00CA0701"/>
  </w:style>
  <w:style w:type="paragraph" w:customStyle="1" w:styleId="4AE36C4F56884E96A96F3826068B33AF">
    <w:name w:val="4AE36C4F56884E96A96F3826068B33AF"/>
    <w:rsid w:val="00CA0701"/>
  </w:style>
  <w:style w:type="paragraph" w:customStyle="1" w:styleId="2A1D5B6809664AAB98E0CD25A668CCAE">
    <w:name w:val="2A1D5B6809664AAB98E0CD25A668CCAE"/>
    <w:rsid w:val="00CA0701"/>
  </w:style>
  <w:style w:type="paragraph" w:customStyle="1" w:styleId="02803D157DC64721AEC506FDEDEC547B">
    <w:name w:val="02803D157DC64721AEC506FDEDEC547B"/>
    <w:rsid w:val="00CA0701"/>
  </w:style>
  <w:style w:type="paragraph" w:customStyle="1" w:styleId="55BB0EE76C3849FD9FAB64AF2FA53FC5">
    <w:name w:val="55BB0EE76C3849FD9FAB64AF2FA53FC5"/>
    <w:rsid w:val="00CA0701"/>
  </w:style>
  <w:style w:type="paragraph" w:customStyle="1" w:styleId="79DE034764EF4F91A99B93255A4155DE">
    <w:name w:val="79DE034764EF4F91A99B93255A4155DE"/>
    <w:rsid w:val="00CA0701"/>
  </w:style>
  <w:style w:type="paragraph" w:customStyle="1" w:styleId="A0438EC1822549F58FD3B2C668E9CB79">
    <w:name w:val="A0438EC1822549F58FD3B2C668E9CB79"/>
    <w:rsid w:val="00CA0701"/>
  </w:style>
  <w:style w:type="paragraph" w:customStyle="1" w:styleId="0756BD7BBEF24DBC8F5E8B7848F0A378">
    <w:name w:val="0756BD7BBEF24DBC8F5E8B7848F0A378"/>
    <w:rsid w:val="00CA0701"/>
  </w:style>
  <w:style w:type="paragraph" w:customStyle="1" w:styleId="FE38804E17DE4507BFE31C7B17A2B3E3">
    <w:name w:val="FE38804E17DE4507BFE31C7B17A2B3E3"/>
    <w:rsid w:val="00CA0701"/>
  </w:style>
  <w:style w:type="paragraph" w:customStyle="1" w:styleId="722C8788AD7F4091B2590BEAF779D8D8">
    <w:name w:val="722C8788AD7F4091B2590BEAF779D8D8"/>
    <w:rsid w:val="00CA0701"/>
  </w:style>
  <w:style w:type="paragraph" w:customStyle="1" w:styleId="E7BA70EF53014ABCB053E32FD5EA0B77">
    <w:name w:val="E7BA70EF53014ABCB053E32FD5EA0B77"/>
    <w:rsid w:val="00CA0701"/>
  </w:style>
  <w:style w:type="paragraph" w:customStyle="1" w:styleId="7D44AFC8927149C1A813DCCA6A8E8006">
    <w:name w:val="7D44AFC8927149C1A813DCCA6A8E8006"/>
    <w:rsid w:val="00CA0701"/>
  </w:style>
  <w:style w:type="paragraph" w:customStyle="1" w:styleId="E329D5887159470FB1381B2B0C496E29">
    <w:name w:val="E329D5887159470FB1381B2B0C496E29"/>
    <w:rsid w:val="00CA0701"/>
  </w:style>
  <w:style w:type="paragraph" w:customStyle="1" w:styleId="187DDD323B90463DBAACD6211B3409A4">
    <w:name w:val="187DDD323B90463DBAACD6211B3409A4"/>
    <w:rsid w:val="00CA0701"/>
  </w:style>
  <w:style w:type="paragraph" w:customStyle="1" w:styleId="08CF40C8F2D64D928C6EE9BFE3ECDAB7">
    <w:name w:val="08CF40C8F2D64D928C6EE9BFE3ECDAB7"/>
    <w:rsid w:val="00CA0701"/>
  </w:style>
  <w:style w:type="paragraph" w:customStyle="1" w:styleId="655F4486F8D14ADEB3AB292B6D8D6258">
    <w:name w:val="655F4486F8D14ADEB3AB292B6D8D6258"/>
    <w:rsid w:val="00CA0701"/>
  </w:style>
  <w:style w:type="paragraph" w:customStyle="1" w:styleId="E37DCB2BE21E4F2F88BD4259DF5B3775">
    <w:name w:val="E37DCB2BE21E4F2F88BD4259DF5B3775"/>
    <w:rsid w:val="00CA0701"/>
  </w:style>
  <w:style w:type="paragraph" w:customStyle="1" w:styleId="D3FDBB505A8B48B4B4AD014F1FECA923">
    <w:name w:val="D3FDBB505A8B48B4B4AD014F1FECA923"/>
    <w:rsid w:val="00CA0701"/>
  </w:style>
  <w:style w:type="paragraph" w:customStyle="1" w:styleId="3CA70DEB4E234C548551A748459E8D3C">
    <w:name w:val="3CA70DEB4E234C548551A748459E8D3C"/>
    <w:rsid w:val="00CA0701"/>
  </w:style>
  <w:style w:type="paragraph" w:customStyle="1" w:styleId="525BA70E033E4F7893155B195DF7720F">
    <w:name w:val="525BA70E033E4F7893155B195DF7720F"/>
    <w:rsid w:val="00CA0701"/>
  </w:style>
  <w:style w:type="paragraph" w:customStyle="1" w:styleId="6228DB6169CA4A3397E767A3774CC013">
    <w:name w:val="6228DB6169CA4A3397E767A3774CC013"/>
    <w:rsid w:val="00CA0701"/>
  </w:style>
  <w:style w:type="paragraph" w:customStyle="1" w:styleId="AAB55A1BD4A74BE5BCD884C60E472CC0">
    <w:name w:val="AAB55A1BD4A74BE5BCD884C60E472CC0"/>
    <w:rsid w:val="00CA0701"/>
  </w:style>
  <w:style w:type="paragraph" w:customStyle="1" w:styleId="A0A073CF11904255A0E313AAD13D4A8A">
    <w:name w:val="A0A073CF11904255A0E313AAD13D4A8A"/>
    <w:rsid w:val="00CA0701"/>
  </w:style>
  <w:style w:type="paragraph" w:customStyle="1" w:styleId="5A2A12BE8F2147DAA8AED66A60B5EDE4">
    <w:name w:val="5A2A12BE8F2147DAA8AED66A60B5EDE4"/>
    <w:rsid w:val="00CA0701"/>
  </w:style>
  <w:style w:type="paragraph" w:customStyle="1" w:styleId="312041AFB15648ABB5DCEB50FB50C9FB">
    <w:name w:val="312041AFB15648ABB5DCEB50FB50C9FB"/>
    <w:rsid w:val="00CA0701"/>
  </w:style>
  <w:style w:type="paragraph" w:customStyle="1" w:styleId="A413C6A80C1A4015AB38E10239FDBF92">
    <w:name w:val="A413C6A80C1A4015AB38E10239FDBF92"/>
    <w:rsid w:val="00CA0701"/>
  </w:style>
  <w:style w:type="paragraph" w:customStyle="1" w:styleId="A23A47EC7C2D46B6B70AC3E57C88CF81">
    <w:name w:val="A23A47EC7C2D46B6B70AC3E57C88CF81"/>
    <w:rsid w:val="00CA0701"/>
  </w:style>
  <w:style w:type="paragraph" w:customStyle="1" w:styleId="F1E9624DEBA047AB968458F581DD22D3">
    <w:name w:val="F1E9624DEBA047AB968458F581DD22D3"/>
    <w:rsid w:val="00CA0701"/>
  </w:style>
  <w:style w:type="paragraph" w:customStyle="1" w:styleId="386709FE4FE445E1BBE5423B2C6D0E1D">
    <w:name w:val="386709FE4FE445E1BBE5423B2C6D0E1D"/>
    <w:rsid w:val="00CA0701"/>
  </w:style>
  <w:style w:type="paragraph" w:customStyle="1" w:styleId="8E1D191540984220A855F9F97751BA7E">
    <w:name w:val="8E1D191540984220A855F9F97751BA7E"/>
    <w:rsid w:val="00CA0701"/>
  </w:style>
  <w:style w:type="paragraph" w:customStyle="1" w:styleId="5E359D85B0734C3B925073A32B0D82B8">
    <w:name w:val="5E359D85B0734C3B925073A32B0D82B8"/>
    <w:rsid w:val="00CA0701"/>
  </w:style>
  <w:style w:type="paragraph" w:customStyle="1" w:styleId="C29024619483453A9C56A6011DAACE95">
    <w:name w:val="C29024619483453A9C56A6011DAACE95"/>
    <w:rsid w:val="00526C2E"/>
  </w:style>
  <w:style w:type="paragraph" w:customStyle="1" w:styleId="EB276209C09640708AEECF5E77F4531A">
    <w:name w:val="EB276209C09640708AEECF5E77F4531A"/>
    <w:rsid w:val="00526C2E"/>
  </w:style>
  <w:style w:type="paragraph" w:customStyle="1" w:styleId="AFA11B83CE8B463B82B07F66502BAD45">
    <w:name w:val="AFA11B83CE8B463B82B07F66502BAD45"/>
    <w:rsid w:val="00526C2E"/>
  </w:style>
  <w:style w:type="paragraph" w:customStyle="1" w:styleId="07BF2A6E539D4BCE98376AF98B05E307">
    <w:name w:val="07BF2A6E539D4BCE98376AF98B05E307"/>
    <w:rsid w:val="00526C2E"/>
  </w:style>
  <w:style w:type="paragraph" w:customStyle="1" w:styleId="9F8353FBE58644A0A6A6F9CF7B40B74A">
    <w:name w:val="9F8353FBE58644A0A6A6F9CF7B40B74A"/>
    <w:rsid w:val="00526C2E"/>
  </w:style>
  <w:style w:type="paragraph" w:customStyle="1" w:styleId="1C1244199BCE4BB098911A34B5877E56">
    <w:name w:val="1C1244199BCE4BB098911A34B5877E56"/>
    <w:rsid w:val="00526C2E"/>
  </w:style>
  <w:style w:type="paragraph" w:customStyle="1" w:styleId="85EA62852673452FABDE4B5AB3DC8D83">
    <w:name w:val="85EA62852673452FABDE4B5AB3DC8D83"/>
    <w:rsid w:val="00526C2E"/>
  </w:style>
  <w:style w:type="paragraph" w:customStyle="1" w:styleId="5E42212870454C819E4EA7BC25E74080">
    <w:name w:val="5E42212870454C819E4EA7BC25E74080"/>
    <w:rsid w:val="00526C2E"/>
  </w:style>
  <w:style w:type="paragraph" w:customStyle="1" w:styleId="02C7E78B97754237BA345CC6262B860B">
    <w:name w:val="02C7E78B97754237BA345CC6262B860B"/>
    <w:rsid w:val="00526C2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A8E17F4-B4E3-4810-8548-9553AC7904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EdWorld_ResearchNotesChart</Template>
  <TotalTime>104</TotalTime>
  <Pages>11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 karas</dc:creator>
  <cp:lastModifiedBy>Morgan karas</cp:lastModifiedBy>
  <cp:revision>4</cp:revision>
  <dcterms:created xsi:type="dcterms:W3CDTF">2010-12-07T23:20:00Z</dcterms:created>
  <dcterms:modified xsi:type="dcterms:W3CDTF">2010-12-09T01:03:00Z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TC101887894</vt:lpwstr>
  </property>
</Properties>
</file>